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D924" w14:textId="77777777" w:rsidR="00B46B4F" w:rsidRPr="00324AE1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bCs/>
          <w:lang w:val="pt-BR"/>
        </w:rPr>
      </w:pPr>
      <w:r w:rsidRPr="00324AE1">
        <w:rPr>
          <w:rFonts w:ascii="Calibri" w:hAnsi="Calibri" w:cstheme="minorHAnsi"/>
          <w:b w:val="0"/>
          <w:lang w:val="pt-BR"/>
        </w:rPr>
        <w:t xml:space="preserve">O plano de trânsito interno deve incluir, no mínimo, os seguintes </w:t>
      </w:r>
      <w:r w:rsidRPr="00324AE1">
        <w:rPr>
          <w:rFonts w:ascii="Calibri" w:hAnsi="Calibri" w:cstheme="minorHAnsi"/>
          <w:b w:val="0"/>
          <w:bCs/>
          <w:lang w:val="pt-BR"/>
        </w:rPr>
        <w:t>elementos básicos:</w:t>
      </w:r>
    </w:p>
    <w:p w14:paraId="52B01890" w14:textId="77777777" w:rsidR="00B20D19" w:rsidRPr="00324AE1" w:rsidRDefault="00B20D19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bCs/>
          <w:lang w:val="pt-BR"/>
        </w:rPr>
      </w:pPr>
    </w:p>
    <w:p w14:paraId="48AB2806" w14:textId="77777777" w:rsidR="00B46B4F" w:rsidRPr="00625874" w:rsidRDefault="00B46B4F" w:rsidP="00625874">
      <w:pPr>
        <w:pStyle w:val="Estilo1"/>
        <w:numPr>
          <w:ilvl w:val="0"/>
          <w:numId w:val="22"/>
        </w:numPr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Objetivo</w:t>
      </w:r>
    </w:p>
    <w:p w14:paraId="692B549B" w14:textId="77777777" w:rsidR="00B46B4F" w:rsidRPr="00324AE1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  <w:r w:rsidRPr="00324AE1">
        <w:rPr>
          <w:rFonts w:ascii="Calibri" w:hAnsi="Calibri" w:cstheme="minorHAnsi"/>
          <w:b w:val="0"/>
          <w:lang w:val="pt-BR"/>
        </w:rPr>
        <w:t>Descrever a finalidade do plano de trânsito interno.</w:t>
      </w:r>
    </w:p>
    <w:p w14:paraId="3E59A3C3" w14:textId="77777777" w:rsidR="00B20D19" w:rsidRPr="00324AE1" w:rsidRDefault="00B20D19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</w:p>
    <w:p w14:paraId="0FEC476F" w14:textId="77777777"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Responsabilidades</w:t>
      </w:r>
    </w:p>
    <w:p w14:paraId="767D2DC2" w14:textId="77777777" w:rsidR="00B46B4F" w:rsidRPr="00324AE1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  <w:r w:rsidRPr="00324AE1">
        <w:rPr>
          <w:rFonts w:ascii="Calibri" w:hAnsi="Calibri" w:cstheme="minorHAnsi"/>
          <w:b w:val="0"/>
          <w:lang w:val="pt-BR"/>
        </w:rPr>
        <w:t>Descrever as responsabilidades no âmbito do plano de trânsito interno.</w:t>
      </w:r>
    </w:p>
    <w:p w14:paraId="3B5173C6" w14:textId="3459F9FD" w:rsidR="00B20D19" w:rsidRPr="00324AE1" w:rsidRDefault="00624F19" w:rsidP="00624F19">
      <w:pPr>
        <w:pStyle w:val="Pargrafo1"/>
        <w:numPr>
          <w:ilvl w:val="0"/>
          <w:numId w:val="0"/>
        </w:numPr>
        <w:tabs>
          <w:tab w:val="clear" w:pos="851"/>
          <w:tab w:val="left" w:pos="7146"/>
        </w:tabs>
        <w:spacing w:line="240" w:lineRule="auto"/>
        <w:rPr>
          <w:rFonts w:ascii="Calibri" w:hAnsi="Calibri" w:cstheme="minorHAnsi"/>
          <w:b w:val="0"/>
          <w:lang w:val="pt-BR"/>
        </w:rPr>
      </w:pPr>
      <w:r>
        <w:rPr>
          <w:rFonts w:ascii="Calibri" w:hAnsi="Calibri" w:cstheme="minorHAnsi"/>
          <w:b w:val="0"/>
          <w:lang w:val="pt-BR"/>
        </w:rPr>
        <w:tab/>
      </w:r>
    </w:p>
    <w:p w14:paraId="3ED335FE" w14:textId="77777777"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Regras de Trânsito</w:t>
      </w:r>
    </w:p>
    <w:p w14:paraId="47CB1A8E" w14:textId="77777777" w:rsidR="00B46B4F" w:rsidRPr="00324AE1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  <w:r w:rsidRPr="00324AE1">
        <w:rPr>
          <w:rFonts w:ascii="Calibri" w:hAnsi="Calibri" w:cstheme="minorHAnsi"/>
          <w:b w:val="0"/>
          <w:lang w:val="pt-BR"/>
        </w:rPr>
        <w:t>Descrever regras locais de/para:</w:t>
      </w:r>
    </w:p>
    <w:p w14:paraId="55C685C9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Trânsito (gerais) e circulação, incluindo ultrapassagens.</w:t>
      </w:r>
    </w:p>
    <w:p w14:paraId="3C0765CF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Limites de velocidade, considerando inclusive condições climáticas adversas.</w:t>
      </w:r>
    </w:p>
    <w:p w14:paraId="02D97E5C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Distâncias de segurança e áreas restritas (zonas de exclusão).</w:t>
      </w:r>
    </w:p>
    <w:p w14:paraId="6CD13FD3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Estacionamento (posição, distância etc.).</w:t>
      </w:r>
    </w:p>
    <w:p w14:paraId="328A6888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Aproximação de equipamentos móveis ou áreas de equipamentos móveis.</w:t>
      </w:r>
    </w:p>
    <w:p w14:paraId="02D902F3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Acesso de caminhões/cargas.</w:t>
      </w:r>
    </w:p>
    <w:p w14:paraId="5A52DA13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Trânsito de cargas especiais (produtos químicos, explosivos, metais líquidos).</w:t>
      </w:r>
    </w:p>
    <w:p w14:paraId="3784F4C7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Situações de emergência (por exemplo, colisão) e reboques.</w:t>
      </w:r>
    </w:p>
    <w:p w14:paraId="02AF5A07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Situações de panes em veículos automotores e equipamentos móveis.</w:t>
      </w:r>
    </w:p>
    <w:p w14:paraId="1C1D68F4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Interação entre veículos e equipamentos.</w:t>
      </w:r>
    </w:p>
    <w:p w14:paraId="2F502B24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Comunicação entre pedestres, veículos e equipamentos.</w:t>
      </w:r>
    </w:p>
    <w:p w14:paraId="3193CE09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Bloqueio de vias.</w:t>
      </w:r>
    </w:p>
    <w:p w14:paraId="0E53ED77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Preferência entre os tipos de veículos/equipamentos e pedestres.</w:t>
      </w:r>
    </w:p>
    <w:p w14:paraId="44C99891" w14:textId="77777777" w:rsidR="00B20D19" w:rsidRPr="00625874" w:rsidRDefault="00B20D19" w:rsidP="00625874">
      <w:pPr>
        <w:pStyle w:val="Normativo2"/>
        <w:tabs>
          <w:tab w:val="clear" w:pos="1920"/>
        </w:tabs>
        <w:jc w:val="both"/>
        <w:rPr>
          <w:rFonts w:ascii="Calibri" w:hAnsi="Calibri" w:cstheme="minorHAnsi"/>
        </w:rPr>
      </w:pPr>
    </w:p>
    <w:p w14:paraId="04EEBE35" w14:textId="77777777" w:rsidR="00625874" w:rsidRPr="00625874" w:rsidRDefault="00625874" w:rsidP="00625874">
      <w:pPr>
        <w:pStyle w:val="Normativo2"/>
        <w:tabs>
          <w:tab w:val="clear" w:pos="1920"/>
        </w:tabs>
        <w:jc w:val="both"/>
        <w:rPr>
          <w:rFonts w:ascii="Calibri" w:hAnsi="Calibri" w:cstheme="minorHAnsi"/>
        </w:rPr>
      </w:pPr>
    </w:p>
    <w:p w14:paraId="5603AE53" w14:textId="77777777"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Estacionamento</w:t>
      </w:r>
    </w:p>
    <w:p w14:paraId="66439365" w14:textId="77777777" w:rsidR="00B46B4F" w:rsidRPr="00324AE1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  <w:r w:rsidRPr="00324AE1">
        <w:rPr>
          <w:rFonts w:ascii="Calibri" w:hAnsi="Calibri" w:cstheme="minorHAnsi"/>
          <w:b w:val="0"/>
          <w:lang w:val="pt-BR"/>
        </w:rPr>
        <w:t>Descrever as áreas de estacionamento por tipo de veículo.</w:t>
      </w:r>
    </w:p>
    <w:p w14:paraId="497A8373" w14:textId="77777777" w:rsidR="00B20D19" w:rsidRPr="00324AE1" w:rsidRDefault="00B20D19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</w:p>
    <w:p w14:paraId="7C11B2FB" w14:textId="77777777"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Vias de Trânsito</w:t>
      </w:r>
    </w:p>
    <w:p w14:paraId="4E0C5014" w14:textId="77777777" w:rsidR="00B46B4F" w:rsidRPr="00625874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  <w:r w:rsidRPr="00324AE1">
        <w:rPr>
          <w:rFonts w:ascii="Calibri" w:hAnsi="Calibri" w:cstheme="minorHAnsi"/>
          <w:b w:val="0"/>
          <w:lang w:val="pt-BR"/>
        </w:rPr>
        <w:t xml:space="preserve">Descrever o processo para definição e revisão das vias de trânsito (projeto, layout, direções, inclinações, superfície, controle de tráfego). </w:t>
      </w:r>
      <w:r w:rsidRPr="00625874">
        <w:rPr>
          <w:rFonts w:ascii="Calibri" w:hAnsi="Calibri" w:cstheme="minorHAnsi"/>
          <w:b w:val="0"/>
        </w:rPr>
        <w:t xml:space="preserve">As </w:t>
      </w:r>
      <w:proofErr w:type="spellStart"/>
      <w:r w:rsidRPr="00625874">
        <w:rPr>
          <w:rFonts w:ascii="Calibri" w:hAnsi="Calibri" w:cstheme="minorHAnsi"/>
          <w:b w:val="0"/>
        </w:rPr>
        <w:t>vias</w:t>
      </w:r>
      <w:proofErr w:type="spellEnd"/>
      <w:r w:rsidRPr="00625874">
        <w:rPr>
          <w:rFonts w:ascii="Calibri" w:hAnsi="Calibri" w:cstheme="minorHAnsi"/>
          <w:b w:val="0"/>
        </w:rPr>
        <w:t xml:space="preserve"> </w:t>
      </w:r>
      <w:proofErr w:type="spellStart"/>
      <w:r w:rsidRPr="00625874">
        <w:rPr>
          <w:rFonts w:ascii="Calibri" w:hAnsi="Calibri" w:cstheme="minorHAnsi"/>
          <w:b w:val="0"/>
        </w:rPr>
        <w:t>devem</w:t>
      </w:r>
      <w:proofErr w:type="spellEnd"/>
      <w:r w:rsidRPr="00625874">
        <w:rPr>
          <w:rFonts w:ascii="Calibri" w:hAnsi="Calibri" w:cstheme="minorHAnsi"/>
          <w:b w:val="0"/>
        </w:rPr>
        <w:t xml:space="preserve"> ser definidas de forma a:</w:t>
      </w:r>
    </w:p>
    <w:p w14:paraId="4968E3B6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426"/>
        </w:tabs>
        <w:ind w:left="426" w:hanging="426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Maximizar a segregação de veículos/equipamentos de outros objetos incluindo pedestres, edificações, calçadas e outros veículos/equipamentos.</w:t>
      </w:r>
    </w:p>
    <w:p w14:paraId="57F48BCA" w14:textId="77777777"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426"/>
        </w:tabs>
        <w:ind w:left="426" w:hanging="426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Considerar os caminhos em casos de emergência.</w:t>
      </w:r>
    </w:p>
    <w:p w14:paraId="5BA3B9F2" w14:textId="77777777" w:rsidR="00625874" w:rsidRPr="00324AE1" w:rsidRDefault="00625874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</w:p>
    <w:p w14:paraId="33215288" w14:textId="77777777" w:rsidR="00B46B4F" w:rsidRPr="00324AE1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  <w:r w:rsidRPr="00324AE1">
        <w:rPr>
          <w:rFonts w:ascii="Calibri" w:hAnsi="Calibri" w:cstheme="minorHAnsi"/>
          <w:b w:val="0"/>
          <w:lang w:val="pt-BR"/>
        </w:rPr>
        <w:t>Para o transporte de metais líquidos, considerar a possibilidade de vias internas exclusivas e solicitar a aprovação de órgãos de trânsito para circulação em vias públicas.</w:t>
      </w:r>
    </w:p>
    <w:p w14:paraId="2067E82D" w14:textId="77777777" w:rsidR="00B20D19" w:rsidRPr="00324AE1" w:rsidRDefault="00B20D19" w:rsidP="00625874">
      <w:pPr>
        <w:pStyle w:val="Pargrafo1"/>
        <w:numPr>
          <w:ilvl w:val="0"/>
          <w:numId w:val="0"/>
        </w:numPr>
        <w:spacing w:line="240" w:lineRule="auto"/>
        <w:ind w:left="360"/>
        <w:rPr>
          <w:rFonts w:ascii="Calibri" w:hAnsi="Calibri" w:cstheme="minorHAnsi"/>
          <w:b w:val="0"/>
          <w:lang w:val="pt-BR"/>
        </w:rPr>
      </w:pPr>
    </w:p>
    <w:p w14:paraId="4D42C5BD" w14:textId="77777777"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Medidas de Controle das Vias Internas e Segurança de Pedestres</w:t>
      </w:r>
    </w:p>
    <w:p w14:paraId="15A8B0C4" w14:textId="77777777" w:rsidR="00B46B4F" w:rsidRPr="00324AE1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  <w:r w:rsidRPr="00324AE1">
        <w:rPr>
          <w:rFonts w:ascii="Calibri" w:hAnsi="Calibri" w:cstheme="minorHAnsi"/>
          <w:b w:val="0"/>
          <w:lang w:val="pt-BR"/>
        </w:rPr>
        <w:t xml:space="preserve">Descrever processo de definição e manutenção das medidas de controle das vias internas e segurança de pedestres (tipos de veículos, tráfego, distâncias, </w:t>
      </w:r>
      <w:r w:rsidRPr="00324AE1">
        <w:rPr>
          <w:rFonts w:ascii="Calibri" w:hAnsi="Calibri" w:cstheme="minorHAnsi"/>
          <w:b w:val="0"/>
          <w:i/>
          <w:lang w:val="pt-BR"/>
        </w:rPr>
        <w:t>guardrails</w:t>
      </w:r>
      <w:r w:rsidRPr="00324AE1">
        <w:rPr>
          <w:rFonts w:ascii="Calibri" w:hAnsi="Calibri" w:cstheme="minorHAnsi"/>
          <w:b w:val="0"/>
          <w:lang w:val="pt-BR"/>
        </w:rPr>
        <w:t>, barreiras de isolamento, calçadas, dentre outros).</w:t>
      </w:r>
    </w:p>
    <w:p w14:paraId="0391FF29" w14:textId="77777777" w:rsidR="00B20D19" w:rsidRPr="00324AE1" w:rsidRDefault="00B20D19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</w:p>
    <w:p w14:paraId="12F684F7" w14:textId="77777777"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Iluminação</w:t>
      </w:r>
    </w:p>
    <w:p w14:paraId="1657ACA2" w14:textId="77777777" w:rsidR="00B46B4F" w:rsidRPr="00324AE1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  <w:r w:rsidRPr="00324AE1">
        <w:rPr>
          <w:rFonts w:ascii="Calibri" w:hAnsi="Calibri" w:cstheme="minorHAnsi"/>
          <w:b w:val="0"/>
          <w:lang w:val="pt-BR"/>
        </w:rPr>
        <w:t>Descrever processo para definição e manutenção da iluminação das vias de trânsito e operação.</w:t>
      </w:r>
    </w:p>
    <w:p w14:paraId="3C867F78" w14:textId="77777777" w:rsidR="00B20D19" w:rsidRPr="00324AE1" w:rsidRDefault="00B20D19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</w:p>
    <w:p w14:paraId="0ED4F66A" w14:textId="77777777"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Sinalização</w:t>
      </w:r>
    </w:p>
    <w:p w14:paraId="1AFDEF7E" w14:textId="77777777" w:rsidR="00B46B4F" w:rsidRPr="00324AE1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lang w:val="pt-BR"/>
        </w:rPr>
      </w:pPr>
      <w:r w:rsidRPr="00324AE1">
        <w:rPr>
          <w:rFonts w:ascii="Calibri" w:hAnsi="Calibri" w:cstheme="minorHAnsi"/>
          <w:b w:val="0"/>
          <w:lang w:val="pt-BR"/>
        </w:rPr>
        <w:t>Descrever processo para definição e manutenção de sinalizações de trânsito (limites de velocidade, direções, permissões e proibições, áreas de estacionamento, faixas de pedestres, cruzamentos ou rotatórias, outras).</w:t>
      </w:r>
    </w:p>
    <w:sectPr w:rsidR="00B46B4F" w:rsidRPr="00324AE1" w:rsidSect="00B70D53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708" w:bottom="709" w:left="83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6A3B1" w14:textId="77777777" w:rsidR="00482879" w:rsidRDefault="00482879">
      <w:r>
        <w:separator/>
      </w:r>
    </w:p>
  </w:endnote>
  <w:endnote w:type="continuationSeparator" w:id="0">
    <w:p w14:paraId="1D627D97" w14:textId="77777777" w:rsidR="00482879" w:rsidRDefault="00482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F99A4" w14:textId="77777777"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14:paraId="1A85F109" w14:textId="77777777"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37EFE" w14:textId="77777777" w:rsidR="009717AD" w:rsidRDefault="009717AD">
    <w:pPr>
      <w:pStyle w:val="Rodap"/>
      <w:jc w:val="center"/>
    </w:pPr>
  </w:p>
  <w:p w14:paraId="1E8BC1A6" w14:textId="77777777"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0BBF1" w14:textId="77777777" w:rsidR="00482879" w:rsidRDefault="00482879">
      <w:r>
        <w:separator/>
      </w:r>
    </w:p>
  </w:footnote>
  <w:footnote w:type="continuationSeparator" w:id="0">
    <w:p w14:paraId="3587070F" w14:textId="77777777" w:rsidR="00482879" w:rsidRDefault="00482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D584C" w14:textId="77777777" w:rsidR="009717AD" w:rsidRDefault="009717AD" w:rsidP="00954889">
    <w:pPr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732992" behindDoc="0" locked="0" layoutInCell="1" allowOverlap="1" wp14:anchorId="61EE5BB4" wp14:editId="1040F81D">
              <wp:simplePos x="0" y="0"/>
              <wp:positionH relativeFrom="column">
                <wp:posOffset>-102235</wp:posOffset>
              </wp:positionH>
              <wp:positionV relativeFrom="paragraph">
                <wp:posOffset>-332436</wp:posOffset>
              </wp:positionV>
              <wp:extent cx="6886575" cy="702750"/>
              <wp:effectExtent l="0" t="0" r="9525" b="2540"/>
              <wp:wrapNone/>
              <wp:docPr id="42" name="Grupo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6575" cy="702750"/>
                        <a:chOff x="0" y="0"/>
                        <a:chExt cx="6886575" cy="702750"/>
                      </a:xfrm>
                    </wpg:grpSpPr>
                    <wps:wsp>
                      <wps:cNvPr id="43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B9296" w14:textId="77777777" w:rsidR="00EF1394" w:rsidRPr="00EF1394" w:rsidRDefault="008447B1" w:rsidP="00EF1394">
                            <w:pPr>
                              <w:pStyle w:val="Cabealho"/>
                              <w:rPr>
                                <w:rFonts w:ascii="Arial" w:hAnsi="Arial" w:cs="Arial"/>
                                <w:b/>
                                <w:bCs/>
                                <w:color w:val="007E7A" w:themeColor="accen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7E7A" w:themeColor="accent1"/>
                              </w:rPr>
                              <w:t>Título do documento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g:grpSp>
                      <wpg:cNvPr id="45" name="Grupo 45"/>
                      <wpg:cNvGrpSpPr/>
                      <wpg:grpSpPr>
                        <a:xfrm>
                          <a:off x="0" y="0"/>
                          <a:ext cx="6886575" cy="702750"/>
                          <a:chOff x="0" y="0"/>
                          <a:chExt cx="6886575" cy="702750"/>
                        </a:xfrm>
                      </wpg:grpSpPr>
                      <pic:pic xmlns:pic="http://schemas.openxmlformats.org/drawingml/2006/picture">
                        <pic:nvPicPr>
                          <pic:cNvPr id="46" name="Imagem 42" descr="Descrição: vale_c_sm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34050" y="0"/>
                            <a:ext cx="11525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666750"/>
                            <a:ext cx="6885305" cy="36000"/>
                          </a:xfrm>
                          <a:prstGeom prst="rect">
                            <a:avLst/>
                          </a:prstGeom>
                          <a:solidFill>
                            <a:srgbClr val="006666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EE5BB4" id="Grupo 42" o:spid="_x0000_s1026" style="position:absolute;left:0;text-align:left;margin-left:-8.05pt;margin-top:-26.2pt;width:542.25pt;height:55.35pt;z-index:251732992;mso-height-relative:margin" coordsize="68865,70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">
              <v:rect id="Rectangle 48" o:spid="_x0000_s1027" style="position:absolute;width:585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" filled="f" stroked="f">
                <v:textbox inset="0">
                  <w:txbxContent>
                    <w:p w14:paraId="5DEB9296" w14:textId="77777777" w:rsidR="00EF1394" w:rsidRPr="00EF1394" w:rsidRDefault="008447B1" w:rsidP="00EF1394">
                      <w:pPr>
                        <w:pStyle w:val="Cabealho"/>
                        <w:rPr>
                          <w:rFonts w:ascii="Arial" w:hAnsi="Arial" w:cs="Arial"/>
                          <w:b/>
                          <w:bCs/>
                          <w:color w:val="007E7A" w:themeColor="accent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7E7A" w:themeColor="accent1"/>
                        </w:rPr>
                        <w:t>Título do documento</w:t>
                      </w:r>
                    </w:p>
                  </w:txbxContent>
                </v:textbox>
              </v:rect>
              <v:group id="Grupo 45" o:spid="_x0000_s1028" style="position:absolute;width:68865;height:7027" coordsize="68865,7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42" o:spid="_x0000_s1029" type="#_x0000_t75" alt="Descrição: vale_c_sm" style="position:absolute;left:57340;width:11525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">
                  <v:imagedata r:id="rId2" o:title=" vale_c_sm"/>
                </v:shape>
                <v:rect id="Rectangle 14" o:spid="_x0000_s1030" style="position:absolute;top:6667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" fillcolor="#066" stroked="f"/>
              </v:group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731968" behindDoc="0" locked="0" layoutInCell="1" allowOverlap="1" wp14:anchorId="277B1D58" wp14:editId="39218446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1636DB1" w14:textId="77777777" w:rsidR="009717AD" w:rsidRDefault="009717AD" w:rsidP="00954889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BB6B03" w:rsidRPr="00614112" w14:paraId="2954FBBD" w14:textId="77777777" w:rsidTr="005253F3">
      <w:tc>
        <w:tcPr>
          <w:tcW w:w="4537" w:type="dxa"/>
        </w:tcPr>
        <w:p w14:paraId="4E73FA0A" w14:textId="77777777" w:rsidR="00BB6B03" w:rsidRPr="00614112" w:rsidRDefault="009C6D70" w:rsidP="008447B1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>
            <w:rPr>
              <w:rFonts w:ascii="Arial" w:hAnsi="Arial" w:cs="Arial"/>
              <w:b/>
              <w:color w:val="005E5B" w:themeColor="text2" w:themeShade="BF"/>
              <w:sz w:val="22"/>
            </w:rPr>
            <w:t>PGS-3209-</w:t>
          </w:r>
          <w:r w:rsidR="008447B1">
            <w:rPr>
              <w:rFonts w:ascii="Arial" w:hAnsi="Arial" w:cs="Arial"/>
              <w:b/>
              <w:color w:val="005E5B" w:themeColor="text2" w:themeShade="BF"/>
              <w:sz w:val="22"/>
            </w:rPr>
            <w:t>XX-XX</w:t>
          </w:r>
        </w:p>
      </w:tc>
      <w:tc>
        <w:tcPr>
          <w:tcW w:w="3490" w:type="dxa"/>
        </w:tcPr>
        <w:p w14:paraId="524C2A32" w14:textId="77777777" w:rsidR="00BB6B03" w:rsidRPr="00471688" w:rsidRDefault="00680439" w:rsidP="003F05D7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</w:pPr>
          <w:r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  <w:t>Anexo 1</w:t>
          </w:r>
        </w:p>
      </w:tc>
      <w:tc>
        <w:tcPr>
          <w:tcW w:w="2888" w:type="dxa"/>
        </w:tcPr>
        <w:p w14:paraId="4EFBB4D4" w14:textId="77777777" w:rsidR="00BB6B03" w:rsidRPr="00614112" w:rsidRDefault="00BB6B03" w:rsidP="005253F3">
          <w:pPr>
            <w:tabs>
              <w:tab w:val="left" w:pos="3060"/>
            </w:tabs>
            <w:jc w:val="right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Pág.: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PAGE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E109C6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1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625874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14:paraId="3C4A4984" w14:textId="77777777" w:rsidR="009717AD" w:rsidRPr="001D5837" w:rsidRDefault="009717AD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08F32E37" w14:textId="77777777" w:rsidR="009717AD" w:rsidRDefault="009717AD">
    <w:pPr>
      <w:rPr>
        <w:sz w:val="2"/>
      </w:rPr>
    </w:pPr>
  </w:p>
  <w:p w14:paraId="74409E9D" w14:textId="77777777" w:rsidR="009717AD" w:rsidRDefault="009717AD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7B41" w14:textId="68144F25" w:rsidR="009717AD" w:rsidRDefault="00624F19" w:rsidP="007B62D8">
    <w:pPr>
      <w:ind w:left="-851"/>
    </w:pPr>
    <w:r>
      <w:rPr>
        <w:noProof/>
      </w:rPr>
      <mc:AlternateContent>
        <mc:Choice Requires="wps">
          <w:drawing>
            <wp:anchor distT="45720" distB="45720" distL="114300" distR="114300" simplePos="0" relativeHeight="251735040" behindDoc="0" locked="0" layoutInCell="1" allowOverlap="1" wp14:anchorId="6E2D24DE" wp14:editId="580825EB">
              <wp:simplePos x="0" y="0"/>
              <wp:positionH relativeFrom="column">
                <wp:posOffset>5640070</wp:posOffset>
              </wp:positionH>
              <wp:positionV relativeFrom="paragraph">
                <wp:posOffset>-225425</wp:posOffset>
              </wp:positionV>
              <wp:extent cx="1050925" cy="346710"/>
              <wp:effectExtent l="0" t="0" r="0" b="0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0925" cy="3467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745D54" w14:textId="2C75BCF3" w:rsidR="00624F19" w:rsidRDefault="00624F1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68390A" wp14:editId="1A611837">
                                <wp:extent cx="560735" cy="307431"/>
                                <wp:effectExtent l="0" t="0" r="0" b="0"/>
                                <wp:docPr id="28559766" name="Imagem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67407" cy="31108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2D24DE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31" type="#_x0000_t202" style="position:absolute;left:0;text-align:left;margin-left:444.1pt;margin-top:-17.75pt;width:82.75pt;height:27.3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" filled="f" stroked="f">
              <v:textbox>
                <w:txbxContent>
                  <w:p w14:paraId="72745D54" w14:textId="2C75BCF3" w:rsidR="00624F19" w:rsidRDefault="00624F19">
                    <w:r>
                      <w:rPr>
                        <w:noProof/>
                      </w:rPr>
                      <w:drawing>
                        <wp:inline distT="0" distB="0" distL="0" distR="0" wp14:anchorId="5568390A" wp14:editId="1A611837">
                          <wp:extent cx="560735" cy="307431"/>
                          <wp:effectExtent l="0" t="0" r="0" b="0"/>
                          <wp:docPr id="28559766" name="Imagem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67407" cy="3110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36014">
      <w:rPr>
        <w:noProof/>
      </w:rPr>
      <mc:AlternateContent>
        <mc:Choice Requires="wpg">
          <w:drawing>
            <wp:anchor distT="0" distB="0" distL="114300" distR="114300" simplePos="0" relativeHeight="251673088" behindDoc="0" locked="0" layoutInCell="1" allowOverlap="1" wp14:anchorId="63BD227B" wp14:editId="312F7C61">
              <wp:simplePos x="0" y="0"/>
              <wp:positionH relativeFrom="column">
                <wp:posOffset>-261620</wp:posOffset>
              </wp:positionH>
              <wp:positionV relativeFrom="paragraph">
                <wp:posOffset>-399415</wp:posOffset>
              </wp:positionV>
              <wp:extent cx="6393180" cy="683260"/>
              <wp:effectExtent l="0" t="0" r="7620" b="254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93180" cy="683261"/>
                        <a:chOff x="0" y="0"/>
                        <a:chExt cx="6393485" cy="683477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023C6" w14:textId="77777777" w:rsidR="00EF1394" w:rsidRPr="00B20D19" w:rsidRDefault="00521B83" w:rsidP="00EF1394">
                            <w:pPr>
                              <w:pStyle w:val="Cabealho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E7A" w:themeColor="accent1"/>
                                <w:sz w:val="28"/>
                                <w:szCs w:val="28"/>
                              </w:rPr>
                            </w:pPr>
                            <w:r w:rsidRPr="00B20D1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E7A" w:themeColor="accent1"/>
                                <w:sz w:val="28"/>
                                <w:szCs w:val="28"/>
                              </w:rPr>
                              <w:t>Requisitos para Plano de Trânsito Interno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0" y="637758"/>
                          <a:ext cx="6393485" cy="45719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BD227B" id="Grupo 41" o:spid="_x0000_s1032" style="position:absolute;left:0;text-align:left;margin-left:-20.6pt;margin-top:-31.45pt;width:503.4pt;height:53.8pt;z-index:251673088;mso-width-relative:margin;mso-height-relative:margin" coordsize="63934,6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">
              <v:rect id="Rectangle 48" o:spid="_x0000_s1033" style="position:absolute;width:585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" filled="f" stroked="f">
                <v:textbox inset="0">
                  <w:txbxContent>
                    <w:p w14:paraId="084023C6" w14:textId="77777777" w:rsidR="00EF1394" w:rsidRPr="00B20D19" w:rsidRDefault="00521B83" w:rsidP="00EF1394">
                      <w:pPr>
                        <w:pStyle w:val="Cabealho"/>
                        <w:rPr>
                          <w:rFonts w:asciiTheme="minorHAnsi" w:hAnsiTheme="minorHAnsi" w:cstheme="minorHAnsi"/>
                          <w:b/>
                          <w:bCs/>
                          <w:color w:val="007E7A" w:themeColor="accent1"/>
                          <w:sz w:val="28"/>
                          <w:szCs w:val="28"/>
                        </w:rPr>
                      </w:pPr>
                      <w:r w:rsidRPr="00B20D19">
                        <w:rPr>
                          <w:rFonts w:asciiTheme="minorHAnsi" w:hAnsiTheme="minorHAnsi" w:cstheme="minorHAnsi"/>
                          <w:b/>
                          <w:bCs/>
                          <w:color w:val="007E7A" w:themeColor="accent1"/>
                          <w:sz w:val="28"/>
                          <w:szCs w:val="28"/>
                        </w:rPr>
                        <w:t>Requisitos para Plano de Trânsito Interno</w:t>
                      </w:r>
                    </w:p>
                  </w:txbxContent>
                </v:textbox>
              </v:rect>
              <v:rect id="Rectangle 14" o:spid="_x0000_s1034" style="position:absolute;top:6377;width:63934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" fillcolor="#066" stroked="f"/>
            </v:group>
          </w:pict>
        </mc:Fallback>
      </mc:AlternateContent>
    </w:r>
    <w:r w:rsidR="009717AD">
      <w:rPr>
        <w:noProof/>
      </w:rPr>
      <w:drawing>
        <wp:anchor distT="0" distB="0" distL="114300" distR="114300" simplePos="0" relativeHeight="251642368" behindDoc="0" locked="0" layoutInCell="1" allowOverlap="1" wp14:anchorId="6AC1D519" wp14:editId="317970D1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3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FA910DD" w14:textId="77777777" w:rsidR="009717AD" w:rsidRDefault="009717AD" w:rsidP="003575DA">
    <w:pPr>
      <w:rPr>
        <w:rFonts w:ascii="Arial" w:hAnsi="Arial" w:cs="Arial"/>
        <w:b/>
        <w:sz w:val="28"/>
      </w:rPr>
    </w:pPr>
  </w:p>
  <w:tbl>
    <w:tblPr>
      <w:tblStyle w:val="Tabelacomgrade"/>
      <w:tblW w:w="11057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7513"/>
      <w:gridCol w:w="3544"/>
    </w:tblGrid>
    <w:tr w:rsidR="00436014" w:rsidRPr="00614112" w14:paraId="57E5304C" w14:textId="77777777" w:rsidTr="00436014">
      <w:tc>
        <w:tcPr>
          <w:tcW w:w="7513" w:type="dxa"/>
        </w:tcPr>
        <w:p w14:paraId="33F8AF06" w14:textId="2DD43630" w:rsidR="00436014" w:rsidRPr="00436014" w:rsidRDefault="00436014" w:rsidP="00436014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0"/>
              <w:szCs w:val="20"/>
            </w:rPr>
          </w:pPr>
          <w:r w:rsidRPr="00436014">
            <w:rPr>
              <w:rFonts w:ascii="Arial" w:hAnsi="Arial" w:cs="Arial"/>
              <w:b/>
              <w:color w:val="005E5B" w:themeColor="text2" w:themeShade="BF"/>
              <w:sz w:val="20"/>
              <w:szCs w:val="20"/>
            </w:rPr>
            <w:t xml:space="preserve">Anexo </w:t>
          </w:r>
          <w:r w:rsidR="00B53DD2">
            <w:rPr>
              <w:rFonts w:ascii="Arial" w:hAnsi="Arial" w:cs="Arial"/>
              <w:b/>
              <w:color w:val="005E5B" w:themeColor="text2" w:themeShade="BF"/>
              <w:sz w:val="20"/>
              <w:szCs w:val="20"/>
            </w:rPr>
            <w:t>6</w:t>
          </w:r>
          <w:r w:rsidRPr="00436014">
            <w:rPr>
              <w:rFonts w:ascii="Arial" w:hAnsi="Arial" w:cs="Arial"/>
              <w:b/>
              <w:color w:val="005E5B" w:themeColor="text2" w:themeShade="BF"/>
              <w:sz w:val="20"/>
              <w:szCs w:val="20"/>
            </w:rPr>
            <w:t xml:space="preserve"> PGS-M</w:t>
          </w:r>
          <w:r w:rsidR="00624F19">
            <w:rPr>
              <w:rFonts w:ascii="Arial" w:hAnsi="Arial" w:cs="Arial"/>
              <w:b/>
              <w:color w:val="005E5B" w:themeColor="text2" w:themeShade="BF"/>
              <w:sz w:val="20"/>
              <w:szCs w:val="20"/>
            </w:rPr>
            <w:t>O</w:t>
          </w:r>
          <w:r w:rsidRPr="00436014">
            <w:rPr>
              <w:rFonts w:ascii="Arial" w:hAnsi="Arial" w:cs="Arial"/>
              <w:b/>
              <w:color w:val="005E5B" w:themeColor="text2" w:themeShade="BF"/>
              <w:sz w:val="20"/>
              <w:szCs w:val="20"/>
            </w:rPr>
            <w:t>S-EHS-301 - Equipamentos Móveis R</w:t>
          </w:r>
          <w:r w:rsidR="00624F19">
            <w:rPr>
              <w:rFonts w:ascii="Arial" w:hAnsi="Arial" w:cs="Arial"/>
              <w:b/>
              <w:color w:val="005E5B" w:themeColor="text2" w:themeShade="BF"/>
              <w:sz w:val="20"/>
              <w:szCs w:val="20"/>
            </w:rPr>
            <w:t>ev. 01</w:t>
          </w:r>
        </w:p>
      </w:tc>
      <w:tc>
        <w:tcPr>
          <w:tcW w:w="3544" w:type="dxa"/>
        </w:tcPr>
        <w:p w14:paraId="71A4BCA0" w14:textId="77777777" w:rsidR="00436014" w:rsidRPr="00614112" w:rsidRDefault="00436014" w:rsidP="00020BE4">
          <w:pPr>
            <w:tabs>
              <w:tab w:val="left" w:pos="3060"/>
            </w:tabs>
            <w:jc w:val="center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Pág.: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PAGE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1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1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14:paraId="0E7ABC4A" w14:textId="77777777" w:rsidR="009717AD" w:rsidRPr="001D5837" w:rsidRDefault="009717AD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15960CD8" w14:textId="77777777"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E73F8"/>
    <w:multiLevelType w:val="hybridMultilevel"/>
    <w:tmpl w:val="8C5E99C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B9C139B"/>
    <w:multiLevelType w:val="hybridMultilevel"/>
    <w:tmpl w:val="866C4A24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CD15DE2"/>
    <w:multiLevelType w:val="multilevel"/>
    <w:tmpl w:val="FD80DF9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AD8058D"/>
    <w:multiLevelType w:val="multilevel"/>
    <w:tmpl w:val="0E9CEFEE"/>
    <w:lvl w:ilvl="0">
      <w:start w:val="1"/>
      <w:numFmt w:val="decimal"/>
      <w:pStyle w:val="Estilo1"/>
      <w:lvlText w:val="%1."/>
      <w:lvlJc w:val="left"/>
      <w:pPr>
        <w:ind w:left="360" w:hanging="360"/>
      </w:pPr>
    </w:lvl>
    <w:lvl w:ilvl="1">
      <w:start w:val="1"/>
      <w:numFmt w:val="decimal"/>
      <w:pStyle w:val="Estilo2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7B7CA7"/>
    <w:multiLevelType w:val="hybridMultilevel"/>
    <w:tmpl w:val="DA9666F8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F1B7C1D"/>
    <w:multiLevelType w:val="multilevel"/>
    <w:tmpl w:val="E4D8B69A"/>
    <w:lvl w:ilvl="0">
      <w:start w:val="1"/>
      <w:numFmt w:val="bullet"/>
      <w:pStyle w:val="Bullets"/>
      <w:lvlText w:val=""/>
      <w:lvlJc w:val="left"/>
      <w:pPr>
        <w:tabs>
          <w:tab w:val="num" w:pos="454"/>
        </w:tabs>
        <w:ind w:left="454" w:hanging="454"/>
      </w:pPr>
      <w:rPr>
        <w:rFonts w:ascii="Wingdings 2" w:hAnsi="Wingdings 2" w:cs="Wingdings 2" w:hint="default"/>
        <w:color w:val="auto"/>
        <w:position w:val="-6"/>
        <w:sz w:val="28"/>
        <w:szCs w:val="28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40"/>
      </w:pPr>
      <w:rPr>
        <w:rFonts w:ascii="Wingdings" w:hAnsi="Wingdings" w:cs="Wingdings" w:hint="default"/>
        <w:color w:val="auto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" w15:restartNumberingAfterBreak="0">
    <w:nsid w:val="234B1AAE"/>
    <w:multiLevelType w:val="hybridMultilevel"/>
    <w:tmpl w:val="5768A414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32941B84"/>
    <w:multiLevelType w:val="hybridMultilevel"/>
    <w:tmpl w:val="C124217A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356E7672"/>
    <w:multiLevelType w:val="hybridMultilevel"/>
    <w:tmpl w:val="7A882EC2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388618E2"/>
    <w:multiLevelType w:val="hybridMultilevel"/>
    <w:tmpl w:val="58541D92"/>
    <w:lvl w:ilvl="0" w:tplc="AA167A48">
      <w:start w:val="1"/>
      <w:numFmt w:val="bullet"/>
      <w:pStyle w:val="Pargraf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D7E5184"/>
    <w:multiLevelType w:val="hybridMultilevel"/>
    <w:tmpl w:val="DC229A8C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13F4D48"/>
    <w:multiLevelType w:val="hybridMultilevel"/>
    <w:tmpl w:val="2E44579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42E20D9D"/>
    <w:multiLevelType w:val="hybridMultilevel"/>
    <w:tmpl w:val="C50C075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 w15:restartNumberingAfterBreak="0">
    <w:nsid w:val="43B82776"/>
    <w:multiLevelType w:val="hybridMultilevel"/>
    <w:tmpl w:val="32764092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900966"/>
    <w:multiLevelType w:val="hybridMultilevel"/>
    <w:tmpl w:val="780CCF94"/>
    <w:lvl w:ilvl="0" w:tplc="0C9AD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825A9"/>
    <w:multiLevelType w:val="hybridMultilevel"/>
    <w:tmpl w:val="0ADE5F8A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5A4F4969"/>
    <w:multiLevelType w:val="hybridMultilevel"/>
    <w:tmpl w:val="F6EA22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5656B6"/>
    <w:multiLevelType w:val="multilevel"/>
    <w:tmpl w:val="FB76A54A"/>
    <w:lvl w:ilvl="0">
      <w:start w:val="1"/>
      <w:numFmt w:val="lowerLetter"/>
      <w:pStyle w:val="Smallletters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2A6946"/>
    <w:multiLevelType w:val="hybridMultilevel"/>
    <w:tmpl w:val="ECFAF1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F5E8F"/>
    <w:multiLevelType w:val="hybridMultilevel"/>
    <w:tmpl w:val="D30E667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 w16cid:durableId="45760243">
    <w:abstractNumId w:val="11"/>
  </w:num>
  <w:num w:numId="2" w16cid:durableId="1024094649">
    <w:abstractNumId w:val="5"/>
  </w:num>
  <w:num w:numId="3" w16cid:durableId="2031177923">
    <w:abstractNumId w:val="16"/>
  </w:num>
  <w:num w:numId="4" w16cid:durableId="682778806">
    <w:abstractNumId w:val="2"/>
  </w:num>
  <w:num w:numId="5" w16cid:durableId="805246750">
    <w:abstractNumId w:val="20"/>
  </w:num>
  <w:num w:numId="6" w16cid:durableId="1535383936">
    <w:abstractNumId w:val="6"/>
  </w:num>
  <w:num w:numId="7" w16cid:durableId="1373073794">
    <w:abstractNumId w:val="17"/>
  </w:num>
  <w:num w:numId="8" w16cid:durableId="117375672">
    <w:abstractNumId w:val="10"/>
  </w:num>
  <w:num w:numId="9" w16cid:durableId="1654992030">
    <w:abstractNumId w:val="12"/>
  </w:num>
  <w:num w:numId="10" w16cid:durableId="1401446063">
    <w:abstractNumId w:val="22"/>
  </w:num>
  <w:num w:numId="11" w16cid:durableId="1989819314">
    <w:abstractNumId w:val="9"/>
  </w:num>
  <w:num w:numId="12" w16cid:durableId="1857188292">
    <w:abstractNumId w:val="18"/>
  </w:num>
  <w:num w:numId="13" w16cid:durableId="939603984">
    <w:abstractNumId w:val="7"/>
  </w:num>
  <w:num w:numId="14" w16cid:durableId="18481559">
    <w:abstractNumId w:val="4"/>
  </w:num>
  <w:num w:numId="15" w16cid:durableId="1410544947">
    <w:abstractNumId w:val="15"/>
  </w:num>
  <w:num w:numId="16" w16cid:durableId="1270508180">
    <w:abstractNumId w:val="1"/>
  </w:num>
  <w:num w:numId="17" w16cid:durableId="1134714148">
    <w:abstractNumId w:val="14"/>
  </w:num>
  <w:num w:numId="18" w16cid:durableId="99103748">
    <w:abstractNumId w:val="0"/>
  </w:num>
  <w:num w:numId="19" w16cid:durableId="401635728">
    <w:abstractNumId w:val="8"/>
  </w:num>
  <w:num w:numId="20" w16cid:durableId="578443762">
    <w:abstractNumId w:val="13"/>
  </w:num>
  <w:num w:numId="21" w16cid:durableId="1530071567">
    <w:abstractNumId w:val="3"/>
  </w:num>
  <w:num w:numId="22" w16cid:durableId="1107113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6148515">
    <w:abstractNumId w:val="21"/>
  </w:num>
  <w:num w:numId="24" w16cid:durableId="401491018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8193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PPROVER" w:val="Leonardo Correa Grassi Bissacot"/>
    <w:docVar w:name="CONSENT" w:val="-"/>
    <w:docVar w:name="DATEREV" w:val="11/06/2018"/>
    <w:docVar w:name="DOC" w:val="PGS-3212-025"/>
    <w:docVar w:name="ELABFUNCTION" w:val="Engenheiro de Segurança do Trabalho Sr"/>
    <w:docVar w:name="ELABORATOR" w:val="Lidiane da Silva Freire"/>
    <w:docVar w:name="ELABUSERFUNCTION" w:val="Luciana Pereira Ramos - Engenheiro de Segurança do Trabalho Sr"/>
    <w:docVar w:name="IDLOGINCURRENT" w:val="ana.cacheado"/>
    <w:docVar w:name="NMUSERCURRENT" w:val="Ana Altiva Cacheado"/>
    <w:docVar w:name="REV" w:val="01"/>
    <w:docVar w:name="TITLE" w:val="Equipamentos Móveis"/>
  </w:docVars>
  <w:rsids>
    <w:rsidRoot w:val="00272880"/>
    <w:rsid w:val="00002313"/>
    <w:rsid w:val="0000232D"/>
    <w:rsid w:val="00002449"/>
    <w:rsid w:val="00004119"/>
    <w:rsid w:val="00007D64"/>
    <w:rsid w:val="000114A2"/>
    <w:rsid w:val="00012F55"/>
    <w:rsid w:val="00012FCA"/>
    <w:rsid w:val="0001302D"/>
    <w:rsid w:val="00013BF3"/>
    <w:rsid w:val="0001464A"/>
    <w:rsid w:val="0001703A"/>
    <w:rsid w:val="000177BB"/>
    <w:rsid w:val="00020BE4"/>
    <w:rsid w:val="00030608"/>
    <w:rsid w:val="00033167"/>
    <w:rsid w:val="000345E0"/>
    <w:rsid w:val="00037068"/>
    <w:rsid w:val="00042FA1"/>
    <w:rsid w:val="00043676"/>
    <w:rsid w:val="00045F12"/>
    <w:rsid w:val="00046691"/>
    <w:rsid w:val="00047184"/>
    <w:rsid w:val="0005171B"/>
    <w:rsid w:val="00052B82"/>
    <w:rsid w:val="0005417E"/>
    <w:rsid w:val="00061871"/>
    <w:rsid w:val="00065B9E"/>
    <w:rsid w:val="00072898"/>
    <w:rsid w:val="000768E4"/>
    <w:rsid w:val="000818AF"/>
    <w:rsid w:val="00082184"/>
    <w:rsid w:val="0008674F"/>
    <w:rsid w:val="000867B1"/>
    <w:rsid w:val="00091827"/>
    <w:rsid w:val="00093005"/>
    <w:rsid w:val="00094A77"/>
    <w:rsid w:val="00097986"/>
    <w:rsid w:val="000A1C5E"/>
    <w:rsid w:val="000A4FCE"/>
    <w:rsid w:val="000A5AFF"/>
    <w:rsid w:val="000A66DD"/>
    <w:rsid w:val="000A6CEA"/>
    <w:rsid w:val="000B08CF"/>
    <w:rsid w:val="000B5EBD"/>
    <w:rsid w:val="000C1EB4"/>
    <w:rsid w:val="000C224A"/>
    <w:rsid w:val="000D17D0"/>
    <w:rsid w:val="000D215A"/>
    <w:rsid w:val="000D2C1D"/>
    <w:rsid w:val="000D3005"/>
    <w:rsid w:val="000D6437"/>
    <w:rsid w:val="000E20D4"/>
    <w:rsid w:val="000E7284"/>
    <w:rsid w:val="000E7891"/>
    <w:rsid w:val="000F07AC"/>
    <w:rsid w:val="000F11BB"/>
    <w:rsid w:val="000F2D94"/>
    <w:rsid w:val="001062C1"/>
    <w:rsid w:val="0011077E"/>
    <w:rsid w:val="00111AC5"/>
    <w:rsid w:val="00112FC5"/>
    <w:rsid w:val="001131D2"/>
    <w:rsid w:val="00115E34"/>
    <w:rsid w:val="00121CAD"/>
    <w:rsid w:val="00122143"/>
    <w:rsid w:val="001240A0"/>
    <w:rsid w:val="00131992"/>
    <w:rsid w:val="0013259E"/>
    <w:rsid w:val="00132928"/>
    <w:rsid w:val="00133FA4"/>
    <w:rsid w:val="001347E2"/>
    <w:rsid w:val="0013717D"/>
    <w:rsid w:val="001373FF"/>
    <w:rsid w:val="00137A0A"/>
    <w:rsid w:val="00137A78"/>
    <w:rsid w:val="0014175D"/>
    <w:rsid w:val="00142AD8"/>
    <w:rsid w:val="00144F30"/>
    <w:rsid w:val="001450C9"/>
    <w:rsid w:val="00146F27"/>
    <w:rsid w:val="00151F57"/>
    <w:rsid w:val="00154E2A"/>
    <w:rsid w:val="0015596C"/>
    <w:rsid w:val="001605C2"/>
    <w:rsid w:val="00162422"/>
    <w:rsid w:val="001635AF"/>
    <w:rsid w:val="0016423B"/>
    <w:rsid w:val="0016630B"/>
    <w:rsid w:val="00167348"/>
    <w:rsid w:val="0017173B"/>
    <w:rsid w:val="00175612"/>
    <w:rsid w:val="00176B0F"/>
    <w:rsid w:val="00177FE5"/>
    <w:rsid w:val="00180774"/>
    <w:rsid w:val="00181A3D"/>
    <w:rsid w:val="00181FD3"/>
    <w:rsid w:val="00182A84"/>
    <w:rsid w:val="001835F4"/>
    <w:rsid w:val="00184CEB"/>
    <w:rsid w:val="00187607"/>
    <w:rsid w:val="00187F17"/>
    <w:rsid w:val="00193D48"/>
    <w:rsid w:val="00195D0B"/>
    <w:rsid w:val="0019635C"/>
    <w:rsid w:val="00196CF1"/>
    <w:rsid w:val="001A0334"/>
    <w:rsid w:val="001A0CE7"/>
    <w:rsid w:val="001A109A"/>
    <w:rsid w:val="001A167F"/>
    <w:rsid w:val="001A1F42"/>
    <w:rsid w:val="001A33B1"/>
    <w:rsid w:val="001A43C2"/>
    <w:rsid w:val="001A4F4C"/>
    <w:rsid w:val="001A5CC1"/>
    <w:rsid w:val="001B03AC"/>
    <w:rsid w:val="001B0517"/>
    <w:rsid w:val="001B1899"/>
    <w:rsid w:val="001B7CAF"/>
    <w:rsid w:val="001B7DE5"/>
    <w:rsid w:val="001C06EC"/>
    <w:rsid w:val="001C63AF"/>
    <w:rsid w:val="001C7C82"/>
    <w:rsid w:val="001D00CD"/>
    <w:rsid w:val="001D0891"/>
    <w:rsid w:val="001D0C04"/>
    <w:rsid w:val="001D5837"/>
    <w:rsid w:val="001E21D0"/>
    <w:rsid w:val="001E75A0"/>
    <w:rsid w:val="001F3A17"/>
    <w:rsid w:val="001F3EA0"/>
    <w:rsid w:val="00200ADE"/>
    <w:rsid w:val="00201BAB"/>
    <w:rsid w:val="00203117"/>
    <w:rsid w:val="00212409"/>
    <w:rsid w:val="0021243D"/>
    <w:rsid w:val="0021585A"/>
    <w:rsid w:val="0022020D"/>
    <w:rsid w:val="0022076E"/>
    <w:rsid w:val="00226810"/>
    <w:rsid w:val="00232636"/>
    <w:rsid w:val="00232EC2"/>
    <w:rsid w:val="002338F0"/>
    <w:rsid w:val="00234A65"/>
    <w:rsid w:val="00236B74"/>
    <w:rsid w:val="00237D2D"/>
    <w:rsid w:val="0024227A"/>
    <w:rsid w:val="0024305A"/>
    <w:rsid w:val="00243AA4"/>
    <w:rsid w:val="00245F19"/>
    <w:rsid w:val="00246AD5"/>
    <w:rsid w:val="00252B5C"/>
    <w:rsid w:val="002543B8"/>
    <w:rsid w:val="00256C06"/>
    <w:rsid w:val="00256C85"/>
    <w:rsid w:val="00256ED5"/>
    <w:rsid w:val="00256FE5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17E7"/>
    <w:rsid w:val="0029296A"/>
    <w:rsid w:val="0029430E"/>
    <w:rsid w:val="00294383"/>
    <w:rsid w:val="00295581"/>
    <w:rsid w:val="00295D59"/>
    <w:rsid w:val="00296DA8"/>
    <w:rsid w:val="002973FB"/>
    <w:rsid w:val="00297C84"/>
    <w:rsid w:val="002A1293"/>
    <w:rsid w:val="002A3D4F"/>
    <w:rsid w:val="002A7D43"/>
    <w:rsid w:val="002B03FB"/>
    <w:rsid w:val="002B13C9"/>
    <w:rsid w:val="002B2277"/>
    <w:rsid w:val="002B7101"/>
    <w:rsid w:val="002B7DB0"/>
    <w:rsid w:val="002C029C"/>
    <w:rsid w:val="002C0971"/>
    <w:rsid w:val="002C27E7"/>
    <w:rsid w:val="002C30C5"/>
    <w:rsid w:val="002D3650"/>
    <w:rsid w:val="002D7298"/>
    <w:rsid w:val="002E0F97"/>
    <w:rsid w:val="002E2D51"/>
    <w:rsid w:val="002E3718"/>
    <w:rsid w:val="002E49AF"/>
    <w:rsid w:val="002E56AB"/>
    <w:rsid w:val="002E5823"/>
    <w:rsid w:val="002E5FDB"/>
    <w:rsid w:val="002E655B"/>
    <w:rsid w:val="002E6E57"/>
    <w:rsid w:val="002F3120"/>
    <w:rsid w:val="002F35A7"/>
    <w:rsid w:val="002F614A"/>
    <w:rsid w:val="002F6A7D"/>
    <w:rsid w:val="002F7DF4"/>
    <w:rsid w:val="00306D5C"/>
    <w:rsid w:val="00313501"/>
    <w:rsid w:val="003141B7"/>
    <w:rsid w:val="003211DD"/>
    <w:rsid w:val="00323FC4"/>
    <w:rsid w:val="00324AE1"/>
    <w:rsid w:val="0032527F"/>
    <w:rsid w:val="00326530"/>
    <w:rsid w:val="003265E4"/>
    <w:rsid w:val="00331330"/>
    <w:rsid w:val="003331F5"/>
    <w:rsid w:val="00340239"/>
    <w:rsid w:val="00341FC9"/>
    <w:rsid w:val="0034409A"/>
    <w:rsid w:val="00351E6F"/>
    <w:rsid w:val="003575DA"/>
    <w:rsid w:val="0035794F"/>
    <w:rsid w:val="00367273"/>
    <w:rsid w:val="003700FD"/>
    <w:rsid w:val="003701D3"/>
    <w:rsid w:val="003713D1"/>
    <w:rsid w:val="00373A6C"/>
    <w:rsid w:val="00374B56"/>
    <w:rsid w:val="003828C3"/>
    <w:rsid w:val="00382BF5"/>
    <w:rsid w:val="0038350C"/>
    <w:rsid w:val="00385E29"/>
    <w:rsid w:val="00390A85"/>
    <w:rsid w:val="0039183F"/>
    <w:rsid w:val="00392163"/>
    <w:rsid w:val="00393C6B"/>
    <w:rsid w:val="00397E7A"/>
    <w:rsid w:val="003A222F"/>
    <w:rsid w:val="003A3ECF"/>
    <w:rsid w:val="003A461A"/>
    <w:rsid w:val="003A7873"/>
    <w:rsid w:val="003C05C0"/>
    <w:rsid w:val="003C1028"/>
    <w:rsid w:val="003D072B"/>
    <w:rsid w:val="003D4E2C"/>
    <w:rsid w:val="003E0498"/>
    <w:rsid w:val="003E1A86"/>
    <w:rsid w:val="003E2D93"/>
    <w:rsid w:val="003E47C7"/>
    <w:rsid w:val="003E557E"/>
    <w:rsid w:val="003E71CA"/>
    <w:rsid w:val="003F05D7"/>
    <w:rsid w:val="003F1522"/>
    <w:rsid w:val="003F178F"/>
    <w:rsid w:val="003F3B47"/>
    <w:rsid w:val="003F60B8"/>
    <w:rsid w:val="003F67BF"/>
    <w:rsid w:val="00400209"/>
    <w:rsid w:val="00400285"/>
    <w:rsid w:val="00402C49"/>
    <w:rsid w:val="0040504D"/>
    <w:rsid w:val="00423AD6"/>
    <w:rsid w:val="0042501E"/>
    <w:rsid w:val="00425A8A"/>
    <w:rsid w:val="00432A99"/>
    <w:rsid w:val="004339B5"/>
    <w:rsid w:val="004345F9"/>
    <w:rsid w:val="00434642"/>
    <w:rsid w:val="00434E27"/>
    <w:rsid w:val="00436014"/>
    <w:rsid w:val="004372F9"/>
    <w:rsid w:val="00437864"/>
    <w:rsid w:val="0044113F"/>
    <w:rsid w:val="00441770"/>
    <w:rsid w:val="00442A1D"/>
    <w:rsid w:val="0044621B"/>
    <w:rsid w:val="00446703"/>
    <w:rsid w:val="004475DD"/>
    <w:rsid w:val="00454DB3"/>
    <w:rsid w:val="004605C8"/>
    <w:rsid w:val="0046228E"/>
    <w:rsid w:val="00464840"/>
    <w:rsid w:val="00466C1C"/>
    <w:rsid w:val="00471034"/>
    <w:rsid w:val="00471688"/>
    <w:rsid w:val="004728AD"/>
    <w:rsid w:val="00476F56"/>
    <w:rsid w:val="004813FF"/>
    <w:rsid w:val="00482879"/>
    <w:rsid w:val="00482D5E"/>
    <w:rsid w:val="0048695A"/>
    <w:rsid w:val="0049070C"/>
    <w:rsid w:val="00492AF1"/>
    <w:rsid w:val="004977E8"/>
    <w:rsid w:val="004A50AF"/>
    <w:rsid w:val="004A62F0"/>
    <w:rsid w:val="004A635B"/>
    <w:rsid w:val="004B14CD"/>
    <w:rsid w:val="004B3639"/>
    <w:rsid w:val="004B50C6"/>
    <w:rsid w:val="004B5A42"/>
    <w:rsid w:val="004C027E"/>
    <w:rsid w:val="004C26EE"/>
    <w:rsid w:val="004C64B8"/>
    <w:rsid w:val="004C658E"/>
    <w:rsid w:val="004D5B5A"/>
    <w:rsid w:val="004E359F"/>
    <w:rsid w:val="004E5461"/>
    <w:rsid w:val="004E6FAF"/>
    <w:rsid w:val="004F1078"/>
    <w:rsid w:val="004F11D3"/>
    <w:rsid w:val="004F3438"/>
    <w:rsid w:val="004F448C"/>
    <w:rsid w:val="005034BE"/>
    <w:rsid w:val="00505268"/>
    <w:rsid w:val="005072F5"/>
    <w:rsid w:val="005107CC"/>
    <w:rsid w:val="00511005"/>
    <w:rsid w:val="0051496D"/>
    <w:rsid w:val="00514E41"/>
    <w:rsid w:val="005156FC"/>
    <w:rsid w:val="005178C2"/>
    <w:rsid w:val="00520F85"/>
    <w:rsid w:val="00521B83"/>
    <w:rsid w:val="00530D71"/>
    <w:rsid w:val="005327BC"/>
    <w:rsid w:val="00534C20"/>
    <w:rsid w:val="0053789C"/>
    <w:rsid w:val="005406FC"/>
    <w:rsid w:val="0054134E"/>
    <w:rsid w:val="0055111E"/>
    <w:rsid w:val="005512B2"/>
    <w:rsid w:val="005514E5"/>
    <w:rsid w:val="0055753B"/>
    <w:rsid w:val="005621E7"/>
    <w:rsid w:val="00565924"/>
    <w:rsid w:val="00565FBF"/>
    <w:rsid w:val="00567973"/>
    <w:rsid w:val="0057061C"/>
    <w:rsid w:val="00573C53"/>
    <w:rsid w:val="00574F4C"/>
    <w:rsid w:val="00577464"/>
    <w:rsid w:val="0057757D"/>
    <w:rsid w:val="00580123"/>
    <w:rsid w:val="00580CA5"/>
    <w:rsid w:val="0058168A"/>
    <w:rsid w:val="0058217B"/>
    <w:rsid w:val="00583C8E"/>
    <w:rsid w:val="00584F8D"/>
    <w:rsid w:val="005914D1"/>
    <w:rsid w:val="00591CE3"/>
    <w:rsid w:val="005944A0"/>
    <w:rsid w:val="005944C0"/>
    <w:rsid w:val="00596A03"/>
    <w:rsid w:val="00596FD5"/>
    <w:rsid w:val="00597087"/>
    <w:rsid w:val="005A0169"/>
    <w:rsid w:val="005A289C"/>
    <w:rsid w:val="005A3E73"/>
    <w:rsid w:val="005A41C2"/>
    <w:rsid w:val="005A57F3"/>
    <w:rsid w:val="005A5946"/>
    <w:rsid w:val="005B21DF"/>
    <w:rsid w:val="005B3810"/>
    <w:rsid w:val="005B550C"/>
    <w:rsid w:val="005B6B72"/>
    <w:rsid w:val="005B6CB2"/>
    <w:rsid w:val="005C04CE"/>
    <w:rsid w:val="005C1FFA"/>
    <w:rsid w:val="005C2B35"/>
    <w:rsid w:val="005C35FB"/>
    <w:rsid w:val="005D228E"/>
    <w:rsid w:val="005D2757"/>
    <w:rsid w:val="005D5826"/>
    <w:rsid w:val="005D5D6A"/>
    <w:rsid w:val="005E17DE"/>
    <w:rsid w:val="005E4132"/>
    <w:rsid w:val="005E6E81"/>
    <w:rsid w:val="005E7196"/>
    <w:rsid w:val="005F5B44"/>
    <w:rsid w:val="0060623C"/>
    <w:rsid w:val="00607FBD"/>
    <w:rsid w:val="006118A1"/>
    <w:rsid w:val="00612B6C"/>
    <w:rsid w:val="006130E2"/>
    <w:rsid w:val="00614112"/>
    <w:rsid w:val="0061610C"/>
    <w:rsid w:val="0061638A"/>
    <w:rsid w:val="00616F26"/>
    <w:rsid w:val="006226F0"/>
    <w:rsid w:val="0062347F"/>
    <w:rsid w:val="00624F19"/>
    <w:rsid w:val="00625874"/>
    <w:rsid w:val="00626FDF"/>
    <w:rsid w:val="00635CD5"/>
    <w:rsid w:val="00635DC8"/>
    <w:rsid w:val="00641F53"/>
    <w:rsid w:val="00642921"/>
    <w:rsid w:val="00645895"/>
    <w:rsid w:val="006478D1"/>
    <w:rsid w:val="00647C11"/>
    <w:rsid w:val="006540BC"/>
    <w:rsid w:val="006554A2"/>
    <w:rsid w:val="00655B96"/>
    <w:rsid w:val="006627B0"/>
    <w:rsid w:val="006636E8"/>
    <w:rsid w:val="00667B72"/>
    <w:rsid w:val="00667C8D"/>
    <w:rsid w:val="00670D28"/>
    <w:rsid w:val="006725D2"/>
    <w:rsid w:val="00673BB4"/>
    <w:rsid w:val="00674F53"/>
    <w:rsid w:val="00675B49"/>
    <w:rsid w:val="00677B23"/>
    <w:rsid w:val="00680439"/>
    <w:rsid w:val="00681F98"/>
    <w:rsid w:val="00682DE6"/>
    <w:rsid w:val="00682FC7"/>
    <w:rsid w:val="00683627"/>
    <w:rsid w:val="006838A8"/>
    <w:rsid w:val="00686DB8"/>
    <w:rsid w:val="00692606"/>
    <w:rsid w:val="00695987"/>
    <w:rsid w:val="006A6C2C"/>
    <w:rsid w:val="006B1083"/>
    <w:rsid w:val="006B2BB0"/>
    <w:rsid w:val="006B327C"/>
    <w:rsid w:val="006B578D"/>
    <w:rsid w:val="006B6620"/>
    <w:rsid w:val="006B7B32"/>
    <w:rsid w:val="006C0D92"/>
    <w:rsid w:val="006C29D2"/>
    <w:rsid w:val="006C4837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C1F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3101F"/>
    <w:rsid w:val="00734961"/>
    <w:rsid w:val="007351CF"/>
    <w:rsid w:val="00735D9E"/>
    <w:rsid w:val="00740FBC"/>
    <w:rsid w:val="00742577"/>
    <w:rsid w:val="00747DA0"/>
    <w:rsid w:val="00750522"/>
    <w:rsid w:val="00751BE8"/>
    <w:rsid w:val="00753718"/>
    <w:rsid w:val="00755929"/>
    <w:rsid w:val="0076026F"/>
    <w:rsid w:val="00761DDA"/>
    <w:rsid w:val="00762E0E"/>
    <w:rsid w:val="00764ED1"/>
    <w:rsid w:val="00767B20"/>
    <w:rsid w:val="00771254"/>
    <w:rsid w:val="0077244D"/>
    <w:rsid w:val="00774B0C"/>
    <w:rsid w:val="00775501"/>
    <w:rsid w:val="0077582D"/>
    <w:rsid w:val="00776C92"/>
    <w:rsid w:val="00776F7F"/>
    <w:rsid w:val="00780CF5"/>
    <w:rsid w:val="007837CB"/>
    <w:rsid w:val="00785E7D"/>
    <w:rsid w:val="0078728B"/>
    <w:rsid w:val="007876F1"/>
    <w:rsid w:val="00796A0F"/>
    <w:rsid w:val="007A01D9"/>
    <w:rsid w:val="007A244A"/>
    <w:rsid w:val="007A452E"/>
    <w:rsid w:val="007A46D5"/>
    <w:rsid w:val="007A66CE"/>
    <w:rsid w:val="007A6A80"/>
    <w:rsid w:val="007B1850"/>
    <w:rsid w:val="007B2C64"/>
    <w:rsid w:val="007B485A"/>
    <w:rsid w:val="007B5383"/>
    <w:rsid w:val="007B62D8"/>
    <w:rsid w:val="007B71F0"/>
    <w:rsid w:val="007C0F04"/>
    <w:rsid w:val="007C1BFB"/>
    <w:rsid w:val="007C2F39"/>
    <w:rsid w:val="007C5215"/>
    <w:rsid w:val="007D1A82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F0113"/>
    <w:rsid w:val="0080116D"/>
    <w:rsid w:val="008019E2"/>
    <w:rsid w:val="008020F4"/>
    <w:rsid w:val="00803C7E"/>
    <w:rsid w:val="00807AF1"/>
    <w:rsid w:val="008109BA"/>
    <w:rsid w:val="00814584"/>
    <w:rsid w:val="00814E36"/>
    <w:rsid w:val="0081754B"/>
    <w:rsid w:val="00820248"/>
    <w:rsid w:val="008241DB"/>
    <w:rsid w:val="008256DA"/>
    <w:rsid w:val="00826525"/>
    <w:rsid w:val="00826D0B"/>
    <w:rsid w:val="00832091"/>
    <w:rsid w:val="00832F30"/>
    <w:rsid w:val="008330E7"/>
    <w:rsid w:val="0083467B"/>
    <w:rsid w:val="00834DC9"/>
    <w:rsid w:val="00836727"/>
    <w:rsid w:val="00842D2F"/>
    <w:rsid w:val="00843B72"/>
    <w:rsid w:val="0084451F"/>
    <w:rsid w:val="008447B1"/>
    <w:rsid w:val="0084613C"/>
    <w:rsid w:val="00847FCE"/>
    <w:rsid w:val="00851956"/>
    <w:rsid w:val="00851CD8"/>
    <w:rsid w:val="0085402C"/>
    <w:rsid w:val="00860A79"/>
    <w:rsid w:val="008613FE"/>
    <w:rsid w:val="008623EE"/>
    <w:rsid w:val="00862D9B"/>
    <w:rsid w:val="00865CBF"/>
    <w:rsid w:val="00870B6C"/>
    <w:rsid w:val="00873320"/>
    <w:rsid w:val="00880F76"/>
    <w:rsid w:val="00884CE8"/>
    <w:rsid w:val="008857F5"/>
    <w:rsid w:val="0089100F"/>
    <w:rsid w:val="008917CA"/>
    <w:rsid w:val="00892AC3"/>
    <w:rsid w:val="00893276"/>
    <w:rsid w:val="008B26DD"/>
    <w:rsid w:val="008B5114"/>
    <w:rsid w:val="008B689A"/>
    <w:rsid w:val="008B78CB"/>
    <w:rsid w:val="008C13C1"/>
    <w:rsid w:val="008D2FDB"/>
    <w:rsid w:val="008E03D0"/>
    <w:rsid w:val="008E057C"/>
    <w:rsid w:val="008E0753"/>
    <w:rsid w:val="008E08C6"/>
    <w:rsid w:val="008E0B18"/>
    <w:rsid w:val="008E0FC3"/>
    <w:rsid w:val="008E11A3"/>
    <w:rsid w:val="008E25FE"/>
    <w:rsid w:val="008F14F2"/>
    <w:rsid w:val="008F40DA"/>
    <w:rsid w:val="008F7478"/>
    <w:rsid w:val="00905295"/>
    <w:rsid w:val="00905F35"/>
    <w:rsid w:val="00912ABE"/>
    <w:rsid w:val="00916156"/>
    <w:rsid w:val="009161C1"/>
    <w:rsid w:val="00921366"/>
    <w:rsid w:val="009246AC"/>
    <w:rsid w:val="00924923"/>
    <w:rsid w:val="0092554A"/>
    <w:rsid w:val="00925BA5"/>
    <w:rsid w:val="00927815"/>
    <w:rsid w:val="009318AA"/>
    <w:rsid w:val="00935335"/>
    <w:rsid w:val="00936CF6"/>
    <w:rsid w:val="00936E57"/>
    <w:rsid w:val="00937C32"/>
    <w:rsid w:val="00945EB7"/>
    <w:rsid w:val="0094686F"/>
    <w:rsid w:val="00952113"/>
    <w:rsid w:val="00952D83"/>
    <w:rsid w:val="00954889"/>
    <w:rsid w:val="00957718"/>
    <w:rsid w:val="00960D19"/>
    <w:rsid w:val="009614AE"/>
    <w:rsid w:val="009615C0"/>
    <w:rsid w:val="00961DD8"/>
    <w:rsid w:val="00962473"/>
    <w:rsid w:val="00971165"/>
    <w:rsid w:val="009717AD"/>
    <w:rsid w:val="00971AE7"/>
    <w:rsid w:val="00972D94"/>
    <w:rsid w:val="0097395E"/>
    <w:rsid w:val="00973C68"/>
    <w:rsid w:val="00974479"/>
    <w:rsid w:val="00974715"/>
    <w:rsid w:val="00975933"/>
    <w:rsid w:val="00982331"/>
    <w:rsid w:val="009840EE"/>
    <w:rsid w:val="00984F72"/>
    <w:rsid w:val="00991E25"/>
    <w:rsid w:val="00992498"/>
    <w:rsid w:val="00993501"/>
    <w:rsid w:val="00994D0A"/>
    <w:rsid w:val="00994F47"/>
    <w:rsid w:val="009950BE"/>
    <w:rsid w:val="009A1508"/>
    <w:rsid w:val="009A171D"/>
    <w:rsid w:val="009A2F5D"/>
    <w:rsid w:val="009A6698"/>
    <w:rsid w:val="009A7A2B"/>
    <w:rsid w:val="009B1246"/>
    <w:rsid w:val="009B2056"/>
    <w:rsid w:val="009B4C97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4BA7"/>
    <w:rsid w:val="009D537F"/>
    <w:rsid w:val="009D5BA6"/>
    <w:rsid w:val="009E2674"/>
    <w:rsid w:val="009E2A37"/>
    <w:rsid w:val="009E605F"/>
    <w:rsid w:val="009E64F6"/>
    <w:rsid w:val="009E68A1"/>
    <w:rsid w:val="009F0789"/>
    <w:rsid w:val="009F1F85"/>
    <w:rsid w:val="009F265F"/>
    <w:rsid w:val="009F4396"/>
    <w:rsid w:val="009F45D5"/>
    <w:rsid w:val="009F46E4"/>
    <w:rsid w:val="009F574E"/>
    <w:rsid w:val="009F60FF"/>
    <w:rsid w:val="009F65F3"/>
    <w:rsid w:val="009F7F17"/>
    <w:rsid w:val="00A04473"/>
    <w:rsid w:val="00A05AD4"/>
    <w:rsid w:val="00A060D7"/>
    <w:rsid w:val="00A062D3"/>
    <w:rsid w:val="00A1020A"/>
    <w:rsid w:val="00A1136C"/>
    <w:rsid w:val="00A14484"/>
    <w:rsid w:val="00A14D72"/>
    <w:rsid w:val="00A17F76"/>
    <w:rsid w:val="00A22660"/>
    <w:rsid w:val="00A27E0C"/>
    <w:rsid w:val="00A27EDA"/>
    <w:rsid w:val="00A34BFC"/>
    <w:rsid w:val="00A3728B"/>
    <w:rsid w:val="00A4012F"/>
    <w:rsid w:val="00A40A3A"/>
    <w:rsid w:val="00A40E16"/>
    <w:rsid w:val="00A41AF9"/>
    <w:rsid w:val="00A445EE"/>
    <w:rsid w:val="00A44ED3"/>
    <w:rsid w:val="00A4525A"/>
    <w:rsid w:val="00A45FC6"/>
    <w:rsid w:val="00A47F73"/>
    <w:rsid w:val="00A504DB"/>
    <w:rsid w:val="00A54E40"/>
    <w:rsid w:val="00A55415"/>
    <w:rsid w:val="00A563BA"/>
    <w:rsid w:val="00A566EC"/>
    <w:rsid w:val="00A56EB8"/>
    <w:rsid w:val="00A60F6A"/>
    <w:rsid w:val="00A632E3"/>
    <w:rsid w:val="00A638E3"/>
    <w:rsid w:val="00A64CE4"/>
    <w:rsid w:val="00A657F8"/>
    <w:rsid w:val="00A65B15"/>
    <w:rsid w:val="00A664BE"/>
    <w:rsid w:val="00A67CF1"/>
    <w:rsid w:val="00A71E5F"/>
    <w:rsid w:val="00A75E50"/>
    <w:rsid w:val="00A778BC"/>
    <w:rsid w:val="00A83605"/>
    <w:rsid w:val="00A83AF0"/>
    <w:rsid w:val="00A83DB5"/>
    <w:rsid w:val="00A84D89"/>
    <w:rsid w:val="00A867C2"/>
    <w:rsid w:val="00A8710B"/>
    <w:rsid w:val="00A9050B"/>
    <w:rsid w:val="00A911ED"/>
    <w:rsid w:val="00A91E6E"/>
    <w:rsid w:val="00A93210"/>
    <w:rsid w:val="00A943B1"/>
    <w:rsid w:val="00A96B62"/>
    <w:rsid w:val="00AA122A"/>
    <w:rsid w:val="00AA12B8"/>
    <w:rsid w:val="00AA15E4"/>
    <w:rsid w:val="00AA24B4"/>
    <w:rsid w:val="00AA5D4F"/>
    <w:rsid w:val="00AB0393"/>
    <w:rsid w:val="00AB300E"/>
    <w:rsid w:val="00AB3EA4"/>
    <w:rsid w:val="00AB5D4B"/>
    <w:rsid w:val="00AC1A47"/>
    <w:rsid w:val="00AC1EEB"/>
    <w:rsid w:val="00AC2644"/>
    <w:rsid w:val="00AC47FF"/>
    <w:rsid w:val="00AD1464"/>
    <w:rsid w:val="00AD2D21"/>
    <w:rsid w:val="00AD3DEB"/>
    <w:rsid w:val="00AD421F"/>
    <w:rsid w:val="00AD5BDA"/>
    <w:rsid w:val="00AD7F36"/>
    <w:rsid w:val="00AE4128"/>
    <w:rsid w:val="00AE504D"/>
    <w:rsid w:val="00AE578A"/>
    <w:rsid w:val="00AE6181"/>
    <w:rsid w:val="00AF04C5"/>
    <w:rsid w:val="00AF14AA"/>
    <w:rsid w:val="00AF28E5"/>
    <w:rsid w:val="00AF65F6"/>
    <w:rsid w:val="00AF7A17"/>
    <w:rsid w:val="00B004BA"/>
    <w:rsid w:val="00B021B3"/>
    <w:rsid w:val="00B02D67"/>
    <w:rsid w:val="00B04DFB"/>
    <w:rsid w:val="00B052EF"/>
    <w:rsid w:val="00B05450"/>
    <w:rsid w:val="00B07A3A"/>
    <w:rsid w:val="00B11C94"/>
    <w:rsid w:val="00B16B20"/>
    <w:rsid w:val="00B20D19"/>
    <w:rsid w:val="00B25D98"/>
    <w:rsid w:val="00B26F82"/>
    <w:rsid w:val="00B305A5"/>
    <w:rsid w:val="00B32322"/>
    <w:rsid w:val="00B360B9"/>
    <w:rsid w:val="00B41A74"/>
    <w:rsid w:val="00B46B4F"/>
    <w:rsid w:val="00B517F6"/>
    <w:rsid w:val="00B52CBB"/>
    <w:rsid w:val="00B5364E"/>
    <w:rsid w:val="00B53DD2"/>
    <w:rsid w:val="00B53EC7"/>
    <w:rsid w:val="00B56CEE"/>
    <w:rsid w:val="00B57353"/>
    <w:rsid w:val="00B67D04"/>
    <w:rsid w:val="00B70D53"/>
    <w:rsid w:val="00B728AB"/>
    <w:rsid w:val="00B72E6F"/>
    <w:rsid w:val="00B73706"/>
    <w:rsid w:val="00B81071"/>
    <w:rsid w:val="00B811F7"/>
    <w:rsid w:val="00B83FE5"/>
    <w:rsid w:val="00B844A2"/>
    <w:rsid w:val="00B8623D"/>
    <w:rsid w:val="00B94C5B"/>
    <w:rsid w:val="00B963F1"/>
    <w:rsid w:val="00BA0821"/>
    <w:rsid w:val="00BA127F"/>
    <w:rsid w:val="00BA40D4"/>
    <w:rsid w:val="00BA7E69"/>
    <w:rsid w:val="00BB281D"/>
    <w:rsid w:val="00BB392F"/>
    <w:rsid w:val="00BB4265"/>
    <w:rsid w:val="00BB62C0"/>
    <w:rsid w:val="00BB6B03"/>
    <w:rsid w:val="00BC27D0"/>
    <w:rsid w:val="00BC2E9E"/>
    <w:rsid w:val="00BC5053"/>
    <w:rsid w:val="00BC7E8C"/>
    <w:rsid w:val="00BD15E0"/>
    <w:rsid w:val="00BD3E05"/>
    <w:rsid w:val="00BD64F3"/>
    <w:rsid w:val="00BD681B"/>
    <w:rsid w:val="00BD681F"/>
    <w:rsid w:val="00BD6CAC"/>
    <w:rsid w:val="00BE10EF"/>
    <w:rsid w:val="00BE14D6"/>
    <w:rsid w:val="00BE2FDD"/>
    <w:rsid w:val="00BE50DA"/>
    <w:rsid w:val="00BF126F"/>
    <w:rsid w:val="00BF206B"/>
    <w:rsid w:val="00BF26C7"/>
    <w:rsid w:val="00BF6808"/>
    <w:rsid w:val="00C03E06"/>
    <w:rsid w:val="00C10DF5"/>
    <w:rsid w:val="00C16C4C"/>
    <w:rsid w:val="00C170FF"/>
    <w:rsid w:val="00C21F6C"/>
    <w:rsid w:val="00C23352"/>
    <w:rsid w:val="00C24813"/>
    <w:rsid w:val="00C261D6"/>
    <w:rsid w:val="00C2690F"/>
    <w:rsid w:val="00C40125"/>
    <w:rsid w:val="00C40EE8"/>
    <w:rsid w:val="00C416CC"/>
    <w:rsid w:val="00C4540E"/>
    <w:rsid w:val="00C45D90"/>
    <w:rsid w:val="00C4670B"/>
    <w:rsid w:val="00C46BA1"/>
    <w:rsid w:val="00C525F7"/>
    <w:rsid w:val="00C54EBB"/>
    <w:rsid w:val="00C55139"/>
    <w:rsid w:val="00C63B6E"/>
    <w:rsid w:val="00C71CCA"/>
    <w:rsid w:val="00C7219B"/>
    <w:rsid w:val="00C739EF"/>
    <w:rsid w:val="00C80F15"/>
    <w:rsid w:val="00C838D4"/>
    <w:rsid w:val="00C862CE"/>
    <w:rsid w:val="00C94DEF"/>
    <w:rsid w:val="00C96385"/>
    <w:rsid w:val="00C96CD8"/>
    <w:rsid w:val="00CA1CD3"/>
    <w:rsid w:val="00CA28E1"/>
    <w:rsid w:val="00CA5B5A"/>
    <w:rsid w:val="00CA7FA3"/>
    <w:rsid w:val="00CC3F91"/>
    <w:rsid w:val="00CC6902"/>
    <w:rsid w:val="00CC7AAF"/>
    <w:rsid w:val="00CD01FC"/>
    <w:rsid w:val="00CD08CE"/>
    <w:rsid w:val="00CD0B14"/>
    <w:rsid w:val="00CD2E58"/>
    <w:rsid w:val="00CD4EB1"/>
    <w:rsid w:val="00CE2DFF"/>
    <w:rsid w:val="00CE3CCA"/>
    <w:rsid w:val="00CE5137"/>
    <w:rsid w:val="00CE5BB9"/>
    <w:rsid w:val="00CF288B"/>
    <w:rsid w:val="00D00054"/>
    <w:rsid w:val="00D00598"/>
    <w:rsid w:val="00D0345A"/>
    <w:rsid w:val="00D06CEE"/>
    <w:rsid w:val="00D07E71"/>
    <w:rsid w:val="00D117E2"/>
    <w:rsid w:val="00D135E2"/>
    <w:rsid w:val="00D17969"/>
    <w:rsid w:val="00D2379F"/>
    <w:rsid w:val="00D237F0"/>
    <w:rsid w:val="00D23E61"/>
    <w:rsid w:val="00D2559E"/>
    <w:rsid w:val="00D263B9"/>
    <w:rsid w:val="00D26C7C"/>
    <w:rsid w:val="00D32715"/>
    <w:rsid w:val="00D327F3"/>
    <w:rsid w:val="00D35E81"/>
    <w:rsid w:val="00D37B56"/>
    <w:rsid w:val="00D44F85"/>
    <w:rsid w:val="00D46155"/>
    <w:rsid w:val="00D4663D"/>
    <w:rsid w:val="00D468F8"/>
    <w:rsid w:val="00D4723C"/>
    <w:rsid w:val="00D50CD7"/>
    <w:rsid w:val="00D546B9"/>
    <w:rsid w:val="00D55F1E"/>
    <w:rsid w:val="00D619F8"/>
    <w:rsid w:val="00D6293D"/>
    <w:rsid w:val="00D6340F"/>
    <w:rsid w:val="00D6512F"/>
    <w:rsid w:val="00D6690E"/>
    <w:rsid w:val="00D70ED2"/>
    <w:rsid w:val="00D74514"/>
    <w:rsid w:val="00D7769A"/>
    <w:rsid w:val="00D8048A"/>
    <w:rsid w:val="00D819D0"/>
    <w:rsid w:val="00D82053"/>
    <w:rsid w:val="00D86D80"/>
    <w:rsid w:val="00D86EA7"/>
    <w:rsid w:val="00D87460"/>
    <w:rsid w:val="00D9063F"/>
    <w:rsid w:val="00D906F8"/>
    <w:rsid w:val="00D909C3"/>
    <w:rsid w:val="00D9305B"/>
    <w:rsid w:val="00DA19DA"/>
    <w:rsid w:val="00DA3DD6"/>
    <w:rsid w:val="00DA46EB"/>
    <w:rsid w:val="00DA58A6"/>
    <w:rsid w:val="00DA7D27"/>
    <w:rsid w:val="00DB0DAD"/>
    <w:rsid w:val="00DB1DB5"/>
    <w:rsid w:val="00DB63DE"/>
    <w:rsid w:val="00DB711C"/>
    <w:rsid w:val="00DB72B6"/>
    <w:rsid w:val="00DC18A6"/>
    <w:rsid w:val="00DC2458"/>
    <w:rsid w:val="00DC6BA8"/>
    <w:rsid w:val="00DC7B0E"/>
    <w:rsid w:val="00DD36CF"/>
    <w:rsid w:val="00DD3ADB"/>
    <w:rsid w:val="00DD72C6"/>
    <w:rsid w:val="00DE04A2"/>
    <w:rsid w:val="00DE2EBB"/>
    <w:rsid w:val="00DE75A7"/>
    <w:rsid w:val="00DE7C9A"/>
    <w:rsid w:val="00DF4F5E"/>
    <w:rsid w:val="00DF51F1"/>
    <w:rsid w:val="00E0216D"/>
    <w:rsid w:val="00E0423A"/>
    <w:rsid w:val="00E05FFF"/>
    <w:rsid w:val="00E0699C"/>
    <w:rsid w:val="00E073CA"/>
    <w:rsid w:val="00E109C6"/>
    <w:rsid w:val="00E11E69"/>
    <w:rsid w:val="00E12FF7"/>
    <w:rsid w:val="00E14C19"/>
    <w:rsid w:val="00E24B6E"/>
    <w:rsid w:val="00E3170E"/>
    <w:rsid w:val="00E33A0A"/>
    <w:rsid w:val="00E3463E"/>
    <w:rsid w:val="00E35096"/>
    <w:rsid w:val="00E36373"/>
    <w:rsid w:val="00E37021"/>
    <w:rsid w:val="00E41267"/>
    <w:rsid w:val="00E413A0"/>
    <w:rsid w:val="00E428C7"/>
    <w:rsid w:val="00E46931"/>
    <w:rsid w:val="00E504DD"/>
    <w:rsid w:val="00E52A8C"/>
    <w:rsid w:val="00E54B18"/>
    <w:rsid w:val="00E54B89"/>
    <w:rsid w:val="00E564A0"/>
    <w:rsid w:val="00E5697C"/>
    <w:rsid w:val="00E6229D"/>
    <w:rsid w:val="00E66AC6"/>
    <w:rsid w:val="00E7588E"/>
    <w:rsid w:val="00E80E3E"/>
    <w:rsid w:val="00E82E3D"/>
    <w:rsid w:val="00E85E64"/>
    <w:rsid w:val="00E87A0F"/>
    <w:rsid w:val="00E87D5F"/>
    <w:rsid w:val="00E902ED"/>
    <w:rsid w:val="00E90554"/>
    <w:rsid w:val="00E922D5"/>
    <w:rsid w:val="00E92B1F"/>
    <w:rsid w:val="00E942F9"/>
    <w:rsid w:val="00EA01A0"/>
    <w:rsid w:val="00EA08E8"/>
    <w:rsid w:val="00EA6445"/>
    <w:rsid w:val="00EA7DF8"/>
    <w:rsid w:val="00EB32BC"/>
    <w:rsid w:val="00EB383D"/>
    <w:rsid w:val="00EC005C"/>
    <w:rsid w:val="00EC386F"/>
    <w:rsid w:val="00EC5473"/>
    <w:rsid w:val="00EC750E"/>
    <w:rsid w:val="00EC7898"/>
    <w:rsid w:val="00ED6D5B"/>
    <w:rsid w:val="00EE2EFD"/>
    <w:rsid w:val="00EE7D97"/>
    <w:rsid w:val="00EF0E9E"/>
    <w:rsid w:val="00EF1394"/>
    <w:rsid w:val="00EF15B3"/>
    <w:rsid w:val="00EF1E80"/>
    <w:rsid w:val="00EF3B3F"/>
    <w:rsid w:val="00F00BA0"/>
    <w:rsid w:val="00F016E6"/>
    <w:rsid w:val="00F01BF8"/>
    <w:rsid w:val="00F07DA0"/>
    <w:rsid w:val="00F10A0B"/>
    <w:rsid w:val="00F172BB"/>
    <w:rsid w:val="00F20BC8"/>
    <w:rsid w:val="00F20C31"/>
    <w:rsid w:val="00F2440E"/>
    <w:rsid w:val="00F25B04"/>
    <w:rsid w:val="00F31122"/>
    <w:rsid w:val="00F349B2"/>
    <w:rsid w:val="00F35F76"/>
    <w:rsid w:val="00F37C50"/>
    <w:rsid w:val="00F44E8C"/>
    <w:rsid w:val="00F47326"/>
    <w:rsid w:val="00F47928"/>
    <w:rsid w:val="00F5121F"/>
    <w:rsid w:val="00F51ACF"/>
    <w:rsid w:val="00F53C2E"/>
    <w:rsid w:val="00F54801"/>
    <w:rsid w:val="00F550E8"/>
    <w:rsid w:val="00F56CE1"/>
    <w:rsid w:val="00F56E24"/>
    <w:rsid w:val="00F604C7"/>
    <w:rsid w:val="00F6294A"/>
    <w:rsid w:val="00F634D5"/>
    <w:rsid w:val="00F64A07"/>
    <w:rsid w:val="00F656F7"/>
    <w:rsid w:val="00F67B08"/>
    <w:rsid w:val="00F7374F"/>
    <w:rsid w:val="00F80162"/>
    <w:rsid w:val="00F8246A"/>
    <w:rsid w:val="00F91E21"/>
    <w:rsid w:val="00FA0CD0"/>
    <w:rsid w:val="00FA1237"/>
    <w:rsid w:val="00FA2C77"/>
    <w:rsid w:val="00FA46C0"/>
    <w:rsid w:val="00FA4C49"/>
    <w:rsid w:val="00FA58BF"/>
    <w:rsid w:val="00FB161A"/>
    <w:rsid w:val="00FC0B84"/>
    <w:rsid w:val="00FC0F15"/>
    <w:rsid w:val="00FC167D"/>
    <w:rsid w:val="00FC3CFE"/>
    <w:rsid w:val="00FC435B"/>
    <w:rsid w:val="00FD0687"/>
    <w:rsid w:val="00FD477E"/>
    <w:rsid w:val="00FD57DA"/>
    <w:rsid w:val="00FD6B8B"/>
    <w:rsid w:val="00FD74FA"/>
    <w:rsid w:val="00FE43BD"/>
    <w:rsid w:val="00FE6C87"/>
    <w:rsid w:val="00FF4972"/>
    <w:rsid w:val="00FF5165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4:docId w14:val="6CC644BF"/>
  <w15:docId w15:val="{166113E4-4CB0-4991-AE63-67F6C3B9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character" w:customStyle="1" w:styleId="hps">
    <w:name w:val="hps"/>
    <w:basedOn w:val="Fontepargpadro"/>
    <w:rsid w:val="00351E6F"/>
  </w:style>
  <w:style w:type="character" w:customStyle="1" w:styleId="TextodocorpoNegrito">
    <w:name w:val="Texto do corpo + Negrito"/>
    <w:basedOn w:val="Fontepargpadro"/>
    <w:rsid w:val="00351E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shorttext">
    <w:name w:val="short_text"/>
    <w:basedOn w:val="Fontepargpadro"/>
    <w:rsid w:val="00351E6F"/>
  </w:style>
  <w:style w:type="paragraph" w:customStyle="1" w:styleId="EstiloNormativo">
    <w:name w:val="Estilo Normativo"/>
    <w:basedOn w:val="Normal"/>
    <w:next w:val="Normal"/>
    <w:rsid w:val="00BA127F"/>
    <w:pPr>
      <w:numPr>
        <w:numId w:val="4"/>
      </w:numPr>
      <w:spacing w:before="120" w:after="80"/>
    </w:pPr>
    <w:rPr>
      <w:rFonts w:ascii="Arial" w:hAnsi="Arial" w:cs="Arial"/>
      <w:b/>
      <w:bCs/>
      <w:caps/>
      <w:snapToGrid w:val="0"/>
      <w:sz w:val="22"/>
      <w:szCs w:val="22"/>
      <w:lang w:eastAsia="es-ES"/>
    </w:rPr>
  </w:style>
  <w:style w:type="paragraph" w:customStyle="1" w:styleId="PargrafodaLista1">
    <w:name w:val="Parágrafo da Lista1"/>
    <w:basedOn w:val="Normal"/>
    <w:rsid w:val="00BA127F"/>
    <w:pPr>
      <w:ind w:left="720"/>
    </w:pPr>
    <w:rPr>
      <w:rFonts w:ascii="Calibri" w:hAnsi="Calibri" w:cs="Calibri"/>
      <w:snapToGrid w:val="0"/>
      <w:sz w:val="22"/>
      <w:szCs w:val="22"/>
      <w:lang w:eastAsia="es-ES"/>
    </w:rPr>
  </w:style>
  <w:style w:type="paragraph" w:customStyle="1" w:styleId="Bullet2">
    <w:name w:val="Bullet 2"/>
    <w:basedOn w:val="Bullet"/>
    <w:rsid w:val="00BA127F"/>
    <w:pPr>
      <w:tabs>
        <w:tab w:val="clear" w:pos="360"/>
        <w:tab w:val="num" w:pos="20"/>
      </w:tabs>
      <w:ind w:left="20" w:hanging="360"/>
      <w:jc w:val="both"/>
    </w:pPr>
    <w:rPr>
      <w:snapToGrid w:val="0"/>
      <w:szCs w:val="20"/>
      <w:lang w:eastAsia="es-ES"/>
    </w:rPr>
  </w:style>
  <w:style w:type="character" w:customStyle="1" w:styleId="left">
    <w:name w:val="left"/>
    <w:basedOn w:val="Fontepargpadro"/>
    <w:rsid w:val="00BA127F"/>
  </w:style>
  <w:style w:type="paragraph" w:customStyle="1" w:styleId="Smallletters">
    <w:name w:val="Small letters"/>
    <w:basedOn w:val="Normal"/>
    <w:rsid w:val="00BA127F"/>
    <w:pPr>
      <w:numPr>
        <w:numId w:val="5"/>
      </w:numPr>
      <w:spacing w:after="160" w:line="240" w:lineRule="atLeast"/>
      <w:jc w:val="both"/>
    </w:pPr>
    <w:rPr>
      <w:rFonts w:ascii="Arial" w:hAnsi="Arial" w:cs="Arial"/>
      <w:snapToGrid w:val="0"/>
      <w:sz w:val="20"/>
      <w:szCs w:val="20"/>
      <w:lang w:eastAsia="es-ES"/>
    </w:rPr>
  </w:style>
  <w:style w:type="paragraph" w:customStyle="1" w:styleId="Bullets">
    <w:name w:val="Bullets"/>
    <w:basedOn w:val="Normal"/>
    <w:rsid w:val="00BA127F"/>
    <w:pPr>
      <w:numPr>
        <w:numId w:val="6"/>
      </w:numPr>
      <w:spacing w:after="160" w:line="240" w:lineRule="atLeast"/>
      <w:jc w:val="both"/>
    </w:pPr>
    <w:rPr>
      <w:rFonts w:ascii="Arial" w:hAnsi="Arial" w:cs="Arial"/>
      <w:snapToGrid w:val="0"/>
      <w:sz w:val="20"/>
      <w:szCs w:val="20"/>
      <w:lang w:eastAsia="es-ES"/>
    </w:rPr>
  </w:style>
  <w:style w:type="character" w:customStyle="1" w:styleId="tw4winMark">
    <w:name w:val="tw4winMark"/>
    <w:rsid w:val="00BA127F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sid w:val="00BA127F"/>
    <w:rPr>
      <w:rFonts w:ascii="Courier New" w:hAnsi="Courier New" w:cs="Courier New"/>
      <w:color w:val="00FF00"/>
      <w:sz w:val="40"/>
      <w:szCs w:val="40"/>
    </w:rPr>
  </w:style>
  <w:style w:type="character" w:customStyle="1" w:styleId="Textodocorpo">
    <w:name w:val="Texto do corpo"/>
    <w:basedOn w:val="Fontepargpadro"/>
    <w:rsid w:val="00D23E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t-BR"/>
    </w:rPr>
  </w:style>
  <w:style w:type="character" w:customStyle="1" w:styleId="Textodocorpo0">
    <w:name w:val="Texto do corpo_"/>
    <w:basedOn w:val="Fontepargpadro"/>
    <w:rsid w:val="00D23E6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abealhoourodap">
    <w:name w:val="Cabeçalho ou rodapé_"/>
    <w:basedOn w:val="Fontepargpadro"/>
    <w:rsid w:val="00D23E6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hu-HU"/>
    </w:rPr>
  </w:style>
  <w:style w:type="character" w:customStyle="1" w:styleId="Cabealhoourodap0">
    <w:name w:val="Cabeçalho ou rodapé"/>
    <w:basedOn w:val="Cabealhoourodap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/>
    </w:rPr>
  </w:style>
  <w:style w:type="character" w:customStyle="1" w:styleId="Textodocorpo115ptNegrito">
    <w:name w:val="Texto do corpo + 11;5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Textodocorpo75ptNegrito">
    <w:name w:val="Texto do corpo + 7;5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t-BR"/>
    </w:rPr>
  </w:style>
  <w:style w:type="character" w:customStyle="1" w:styleId="Textodocorpo10ptNegrito">
    <w:name w:val="Texto do corpo + 10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Ttulo10">
    <w:name w:val="Título #1_"/>
    <w:basedOn w:val="Fontepargpadro"/>
    <w:link w:val="Ttulo11"/>
    <w:rsid w:val="00D23E61"/>
    <w:rPr>
      <w:rFonts w:ascii="Arial" w:eastAsia="Arial" w:hAnsi="Arial" w:cs="Arial"/>
      <w:b/>
      <w:bCs/>
      <w:shd w:val="clear" w:color="auto" w:fill="FFFFFF"/>
    </w:rPr>
  </w:style>
  <w:style w:type="paragraph" w:customStyle="1" w:styleId="Ttulo11">
    <w:name w:val="Título #1"/>
    <w:basedOn w:val="Normal"/>
    <w:link w:val="Ttulo10"/>
    <w:rsid w:val="00D23E61"/>
    <w:pPr>
      <w:widowControl w:val="0"/>
      <w:shd w:val="clear" w:color="auto" w:fill="FFFFFF"/>
      <w:spacing w:before="480" w:after="120" w:line="0" w:lineRule="atLeast"/>
      <w:jc w:val="both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Recuodecorpodetexto3">
    <w:name w:val="Body Text Indent 3"/>
    <w:basedOn w:val="Normal"/>
    <w:link w:val="Recuodecorpodetexto3Char"/>
    <w:rsid w:val="00A27E0C"/>
    <w:pPr>
      <w:spacing w:line="360" w:lineRule="auto"/>
      <w:ind w:left="283"/>
      <w:jc w:val="both"/>
    </w:pPr>
    <w:rPr>
      <w:rFonts w:ascii="Arial" w:hAnsi="Arial"/>
      <w:sz w:val="16"/>
      <w:szCs w:val="16"/>
      <w:lang w:val="es-ES_tradnl"/>
    </w:rPr>
  </w:style>
  <w:style w:type="character" w:customStyle="1" w:styleId="Recuodecorpodetexto3Char">
    <w:name w:val="Recuo de corpo de texto 3 Char"/>
    <w:basedOn w:val="Fontepargpadro"/>
    <w:link w:val="Recuodecorpodetexto3"/>
    <w:rsid w:val="00A27E0C"/>
    <w:rPr>
      <w:rFonts w:ascii="Arial" w:hAnsi="Arial"/>
      <w:sz w:val="16"/>
      <w:szCs w:val="16"/>
      <w:lang w:val="es-ES_tradnl"/>
    </w:rPr>
  </w:style>
  <w:style w:type="character" w:customStyle="1" w:styleId="Textodocorpo2">
    <w:name w:val="Texto do corpo (2)_"/>
    <w:link w:val="Textodocorpo20"/>
    <w:rsid w:val="00BC2E9E"/>
    <w:rPr>
      <w:rFonts w:ascii="Arial" w:eastAsia="Arial" w:hAnsi="Arial" w:cs="Arial"/>
      <w:b/>
      <w:bCs/>
      <w:shd w:val="clear" w:color="auto" w:fill="FFFFFF"/>
    </w:rPr>
  </w:style>
  <w:style w:type="paragraph" w:customStyle="1" w:styleId="Textodocorpo20">
    <w:name w:val="Texto do corpo (2)"/>
    <w:basedOn w:val="Normal"/>
    <w:link w:val="Textodocorpo2"/>
    <w:rsid w:val="00BC2E9E"/>
    <w:pPr>
      <w:widowControl w:val="0"/>
      <w:shd w:val="clear" w:color="auto" w:fill="FFFFFF"/>
      <w:spacing w:before="300" w:after="30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character" w:customStyle="1" w:styleId="Legendadafigura2Itlico">
    <w:name w:val="Legenda da figura (2) + Itálico"/>
    <w:rsid w:val="00BC2E9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paragraph" w:customStyle="1" w:styleId="Pargrafo1">
    <w:name w:val="Parágrafo 1"/>
    <w:basedOn w:val="Normal"/>
    <w:autoRedefine/>
    <w:rsid w:val="00BC2E9E"/>
    <w:pPr>
      <w:numPr>
        <w:numId w:val="8"/>
      </w:numPr>
      <w:tabs>
        <w:tab w:val="left" w:pos="851"/>
      </w:tabs>
      <w:spacing w:before="60" w:line="360" w:lineRule="auto"/>
      <w:jc w:val="both"/>
    </w:pPr>
    <w:rPr>
      <w:rFonts w:ascii="Arial" w:hAnsi="Arial"/>
      <w:b/>
      <w:sz w:val="20"/>
      <w:szCs w:val="20"/>
      <w:lang w:val="es-ES_tradnl"/>
    </w:rPr>
  </w:style>
  <w:style w:type="character" w:customStyle="1" w:styleId="Textodocorpo9ptSemnegrito">
    <w:name w:val="Texto do corpo + 9 pt;Sem negrito"/>
    <w:rsid w:val="006804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t-BR"/>
    </w:rPr>
  </w:style>
  <w:style w:type="paragraph" w:customStyle="1" w:styleId="Estilo1">
    <w:name w:val="Estilo1"/>
    <w:basedOn w:val="Normal"/>
    <w:qFormat/>
    <w:rsid w:val="00521B83"/>
    <w:pPr>
      <w:numPr>
        <w:numId w:val="21"/>
      </w:numPr>
      <w:spacing w:after="20" w:line="276" w:lineRule="auto"/>
      <w:contextualSpacing/>
    </w:pPr>
    <w:rPr>
      <w:rFonts w:ascii="Arial" w:hAnsi="Arial" w:cs="Arial"/>
      <w:b/>
      <w:bCs/>
      <w:sz w:val="20"/>
      <w:szCs w:val="20"/>
    </w:rPr>
  </w:style>
  <w:style w:type="paragraph" w:customStyle="1" w:styleId="Estilo2">
    <w:name w:val="Estilo2"/>
    <w:basedOn w:val="Estilo1"/>
    <w:qFormat/>
    <w:rsid w:val="00521B83"/>
    <w:pPr>
      <w:numPr>
        <w:ilvl w:val="1"/>
      </w:numPr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2C6865E6C418BFE6F41BD74C52F" ma:contentTypeVersion="0" ma:contentTypeDescription="Create a new document." ma:contentTypeScope="" ma:versionID="f5882836e152c1bf19051bc2afffa7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5EF3BB-D2AA-4737-9A42-521CE0680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CB017F-FB38-45FF-9CA1-9236269372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7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CHIOVATO, FRANCIELLE O  - Uberaba 3, MG</cp:lastModifiedBy>
  <cp:revision>9</cp:revision>
  <cp:lastPrinted>2015-02-26T12:03:00Z</cp:lastPrinted>
  <dcterms:created xsi:type="dcterms:W3CDTF">2019-04-30T11:56:00Z</dcterms:created>
  <dcterms:modified xsi:type="dcterms:W3CDTF">2025-06-04T18:26:00Z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0x010100221972C6865E6C418BFE6F41BD74C52F</vt:lpwstr>
  </property>
</Properties>
</file>